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B011B" w14:textId="395379CC" w:rsidR="00F42C66" w:rsidRDefault="00F42C66" w:rsidP="00F42C66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36465921" w14:textId="77777777" w:rsidR="00F42C66" w:rsidRPr="00A678C1" w:rsidRDefault="00F42C66" w:rsidP="00F42C6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43D6052E" w14:textId="77777777" w:rsidR="00F42C66" w:rsidRPr="0027219F" w:rsidRDefault="00F42C66" w:rsidP="00F42C6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491866A" w14:textId="77777777" w:rsidR="00F42C66" w:rsidRPr="0027219F" w:rsidRDefault="00F42C66" w:rsidP="00F42C6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5DDE35AC" w14:textId="77777777" w:rsidR="00F42C66" w:rsidRPr="0027219F" w:rsidRDefault="00F42C66" w:rsidP="00F42C6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30BDE4EC" w14:textId="2C4D148B" w:rsidR="00F42C66" w:rsidRDefault="00F42C66" w:rsidP="00F42C6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6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7</w:t>
      </w:r>
    </w:p>
    <w:p w14:paraId="6ADA4171" w14:textId="77777777" w:rsidR="002C30D7" w:rsidRDefault="002C30D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1E0755" w14:textId="7B1B8C17" w:rsidR="0085747A" w:rsidRPr="009E32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E32DA">
        <w:rPr>
          <w:rFonts w:ascii="Corbel" w:hAnsi="Corbel"/>
          <w:szCs w:val="24"/>
        </w:rPr>
        <w:t xml:space="preserve">1. </w:t>
      </w:r>
      <w:r w:rsidR="0085747A" w:rsidRPr="009E32DA">
        <w:rPr>
          <w:rFonts w:ascii="Corbel" w:hAnsi="Corbel"/>
          <w:szCs w:val="24"/>
        </w:rPr>
        <w:t xml:space="preserve">Podstawowe </w:t>
      </w:r>
      <w:r w:rsidR="00445970" w:rsidRPr="009E32D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E32DA" w14:paraId="1B02B00B" w14:textId="77777777" w:rsidTr="76F5F058">
        <w:tc>
          <w:tcPr>
            <w:tcW w:w="2694" w:type="dxa"/>
            <w:vAlign w:val="center"/>
          </w:tcPr>
          <w:p w14:paraId="7F0C053E" w14:textId="77777777" w:rsidR="0085747A" w:rsidRPr="009E32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212AA" w14:textId="77777777" w:rsidR="0085747A" w:rsidRPr="009E32DA" w:rsidRDefault="0004015C" w:rsidP="432FEA6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9E32DA">
              <w:rPr>
                <w:rFonts w:ascii="Corbel" w:hAnsi="Corbel"/>
                <w:bCs/>
                <w:sz w:val="24"/>
                <w:szCs w:val="24"/>
              </w:rPr>
              <w:t xml:space="preserve">Strategiczne zarządzanie rozwojem </w:t>
            </w:r>
          </w:p>
        </w:tc>
      </w:tr>
      <w:tr w:rsidR="0085747A" w:rsidRPr="009E32DA" w14:paraId="16379C4F" w14:textId="77777777" w:rsidTr="76F5F058">
        <w:tc>
          <w:tcPr>
            <w:tcW w:w="2694" w:type="dxa"/>
            <w:vAlign w:val="center"/>
          </w:tcPr>
          <w:p w14:paraId="512856E2" w14:textId="77777777" w:rsidR="0085747A" w:rsidRPr="009E32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E32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9A017C" w14:textId="77777777" w:rsidR="0085747A" w:rsidRPr="009E32DA" w:rsidRDefault="00523B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32DA">
              <w:rPr>
                <w:rFonts w:ascii="Corbel" w:hAnsi="Corbel"/>
                <w:b w:val="0"/>
                <w:sz w:val="24"/>
                <w:szCs w:val="24"/>
              </w:rPr>
              <w:t>A2SO57</w:t>
            </w:r>
          </w:p>
        </w:tc>
      </w:tr>
      <w:tr w:rsidR="0033321A" w:rsidRPr="009E32DA" w14:paraId="5E5B9E6D" w14:textId="77777777" w:rsidTr="76F5F058">
        <w:tc>
          <w:tcPr>
            <w:tcW w:w="2694" w:type="dxa"/>
            <w:vAlign w:val="center"/>
          </w:tcPr>
          <w:p w14:paraId="6E744742" w14:textId="77777777" w:rsidR="0033321A" w:rsidRPr="009E32DA" w:rsidRDefault="0033321A" w:rsidP="003332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E9088" w14:textId="790B86D6" w:rsidR="0033321A" w:rsidRPr="009E32DA" w:rsidRDefault="00F42C66" w:rsidP="432FE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42C66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33321A" w:rsidRPr="009E32DA" w14:paraId="2643C9C8" w14:textId="77777777" w:rsidTr="76F5F058">
        <w:tc>
          <w:tcPr>
            <w:tcW w:w="2694" w:type="dxa"/>
            <w:vAlign w:val="center"/>
          </w:tcPr>
          <w:p w14:paraId="7BD9A086" w14:textId="77777777" w:rsidR="0033321A" w:rsidRPr="009E32DA" w:rsidRDefault="0033321A" w:rsidP="003332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F02838" w14:textId="71FB78AF" w:rsidR="0033321A" w:rsidRPr="009E32DA" w:rsidRDefault="00FC11A9" w:rsidP="76F5F0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E32DA" w14:paraId="3360DC41" w14:textId="77777777" w:rsidTr="76F5F058">
        <w:tc>
          <w:tcPr>
            <w:tcW w:w="2694" w:type="dxa"/>
            <w:vAlign w:val="center"/>
          </w:tcPr>
          <w:p w14:paraId="11A0C48B" w14:textId="77777777" w:rsidR="0085747A" w:rsidRPr="009E32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A0B587" w14:textId="77777777" w:rsidR="0085747A" w:rsidRPr="009E32DA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32DA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E32DA" w14:paraId="77C69A3F" w14:textId="77777777" w:rsidTr="76F5F058">
        <w:tc>
          <w:tcPr>
            <w:tcW w:w="2694" w:type="dxa"/>
            <w:vAlign w:val="center"/>
          </w:tcPr>
          <w:p w14:paraId="25EE65C8" w14:textId="77777777" w:rsidR="0085747A" w:rsidRPr="009E32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C37E07" w14:textId="77777777" w:rsidR="0085747A" w:rsidRPr="009E32DA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32D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 w:rsidRPr="009E32D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E32DA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E32DA" w14:paraId="725D5871" w14:textId="77777777" w:rsidTr="76F5F058">
        <w:tc>
          <w:tcPr>
            <w:tcW w:w="2694" w:type="dxa"/>
            <w:vAlign w:val="center"/>
          </w:tcPr>
          <w:p w14:paraId="19185C93" w14:textId="77777777" w:rsidR="0085747A" w:rsidRPr="009E32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A42647" w14:textId="00404604" w:rsidR="0085747A" w:rsidRPr="009E32DA" w:rsidRDefault="00B64B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 w:rsidRPr="009E32D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E32DA" w14:paraId="1798B850" w14:textId="77777777" w:rsidTr="76F5F058">
        <w:tc>
          <w:tcPr>
            <w:tcW w:w="2694" w:type="dxa"/>
            <w:vAlign w:val="center"/>
          </w:tcPr>
          <w:p w14:paraId="0216E16A" w14:textId="77777777" w:rsidR="0085747A" w:rsidRPr="009E32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24473" w14:textId="77777777" w:rsidR="0085747A" w:rsidRPr="009E32DA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32D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 w:rsidRPr="009E32DA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E32DA" w14:paraId="037B3949" w14:textId="77777777" w:rsidTr="76F5F058">
        <w:tc>
          <w:tcPr>
            <w:tcW w:w="2694" w:type="dxa"/>
            <w:vAlign w:val="center"/>
          </w:tcPr>
          <w:p w14:paraId="58E398F2" w14:textId="77777777" w:rsidR="0085747A" w:rsidRPr="009E32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E32DA">
              <w:rPr>
                <w:rFonts w:ascii="Corbel" w:hAnsi="Corbel"/>
                <w:sz w:val="24"/>
                <w:szCs w:val="24"/>
              </w:rPr>
              <w:t>/y</w:t>
            </w:r>
            <w:r w:rsidRPr="009E32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F6B7C" w14:textId="6A286A45" w:rsidR="0085747A" w:rsidRPr="009E32DA" w:rsidRDefault="00B64B95" w:rsidP="76F5F0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6F5F058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56B78" w:rsidRPr="76F5F05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23B4C" w:rsidRPr="76F5F058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656B78" w:rsidRPr="76F5F058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9E32DA" w:rsidRPr="76F5F058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Pr="76F5F05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E32DA" w14:paraId="078DF147" w14:textId="77777777" w:rsidTr="76F5F058">
        <w:tc>
          <w:tcPr>
            <w:tcW w:w="2694" w:type="dxa"/>
            <w:vAlign w:val="center"/>
          </w:tcPr>
          <w:p w14:paraId="295152B4" w14:textId="77777777" w:rsidR="0085747A" w:rsidRPr="009E32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DE8B2C" w14:textId="77777777" w:rsidR="0085747A" w:rsidRPr="009E32DA" w:rsidRDefault="05711193" w:rsidP="432FEA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32D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E32DA" w14:paraId="55CAA903" w14:textId="77777777" w:rsidTr="76F5F058">
        <w:tc>
          <w:tcPr>
            <w:tcW w:w="2694" w:type="dxa"/>
            <w:vAlign w:val="center"/>
          </w:tcPr>
          <w:p w14:paraId="6B6DDF8C" w14:textId="77777777" w:rsidR="00923D7D" w:rsidRPr="009E32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25E4E2" w14:textId="77777777" w:rsidR="00923D7D" w:rsidRPr="009E32DA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32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 w:rsidRPr="009E32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E32DA" w14:paraId="520937DF" w14:textId="77777777" w:rsidTr="76F5F058">
        <w:tc>
          <w:tcPr>
            <w:tcW w:w="2694" w:type="dxa"/>
            <w:vAlign w:val="center"/>
          </w:tcPr>
          <w:p w14:paraId="5AC2BC1E" w14:textId="77777777" w:rsidR="0085747A" w:rsidRPr="009E32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B7B78B" w14:textId="4C1032BA" w:rsidR="0085747A" w:rsidRPr="009E32DA" w:rsidRDefault="00094C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 w:rsidRPr="009E32DA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2644CA" w:rsidRPr="009E32DA" w14:paraId="20A36B82" w14:textId="77777777" w:rsidTr="76F5F058">
        <w:tc>
          <w:tcPr>
            <w:tcW w:w="2694" w:type="dxa"/>
            <w:vAlign w:val="center"/>
          </w:tcPr>
          <w:p w14:paraId="46B140E6" w14:textId="77777777" w:rsidR="002644CA" w:rsidRPr="009E32DA" w:rsidRDefault="002644CA" w:rsidP="00264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139E0F" w14:textId="00E21A9B" w:rsidR="002644CA" w:rsidRPr="009E32DA" w:rsidRDefault="00094CFE" w:rsidP="00264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644CA" w:rsidRPr="009E32DA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38602DB3" w14:textId="77777777" w:rsidR="0085747A" w:rsidRDefault="0085747A" w:rsidP="0055009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E32DA">
        <w:rPr>
          <w:rFonts w:ascii="Corbel" w:hAnsi="Corbel"/>
          <w:sz w:val="24"/>
          <w:szCs w:val="24"/>
        </w:rPr>
        <w:t xml:space="preserve">* </w:t>
      </w:r>
      <w:r w:rsidRPr="009E32DA">
        <w:rPr>
          <w:rFonts w:ascii="Corbel" w:hAnsi="Corbel"/>
          <w:i/>
          <w:sz w:val="24"/>
          <w:szCs w:val="24"/>
        </w:rPr>
        <w:t>-</w:t>
      </w:r>
      <w:r w:rsidR="00B90885" w:rsidRPr="009E32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E32DA">
        <w:rPr>
          <w:rFonts w:ascii="Corbel" w:hAnsi="Corbel"/>
          <w:b w:val="0"/>
          <w:sz w:val="24"/>
          <w:szCs w:val="24"/>
        </w:rPr>
        <w:t>e,</w:t>
      </w:r>
      <w:r w:rsidR="00335484" w:rsidRPr="009E32DA">
        <w:rPr>
          <w:rFonts w:ascii="Corbel" w:hAnsi="Corbel"/>
          <w:b w:val="0"/>
          <w:sz w:val="24"/>
          <w:szCs w:val="24"/>
        </w:rPr>
        <w:t xml:space="preserve"> </w:t>
      </w:r>
      <w:r w:rsidRPr="009E32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E32DA">
        <w:rPr>
          <w:rFonts w:ascii="Corbel" w:hAnsi="Corbel"/>
          <w:b w:val="0"/>
          <w:i/>
          <w:sz w:val="24"/>
          <w:szCs w:val="24"/>
        </w:rPr>
        <w:t>w Jednostce</w:t>
      </w:r>
    </w:p>
    <w:p w14:paraId="20266631" w14:textId="77777777" w:rsidR="00550094" w:rsidRPr="009E32DA" w:rsidRDefault="00550094" w:rsidP="0055009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1BD284" w14:textId="58110923" w:rsidR="0085747A" w:rsidRPr="009E32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E32DA">
        <w:rPr>
          <w:rFonts w:ascii="Corbel" w:hAnsi="Corbel"/>
          <w:sz w:val="24"/>
          <w:szCs w:val="24"/>
        </w:rPr>
        <w:t>1.</w:t>
      </w:r>
      <w:r w:rsidR="00E22FBC" w:rsidRPr="009E32DA">
        <w:rPr>
          <w:rFonts w:ascii="Corbel" w:hAnsi="Corbel"/>
          <w:sz w:val="24"/>
          <w:szCs w:val="24"/>
        </w:rPr>
        <w:t>1</w:t>
      </w:r>
      <w:r w:rsidRPr="009E32DA">
        <w:rPr>
          <w:rFonts w:ascii="Corbel" w:hAnsi="Corbel"/>
          <w:sz w:val="24"/>
          <w:szCs w:val="24"/>
        </w:rPr>
        <w:t>.</w:t>
      </w:r>
      <w:r w:rsidR="00550094">
        <w:rPr>
          <w:rFonts w:ascii="Corbel" w:hAnsi="Corbel"/>
          <w:sz w:val="24"/>
          <w:szCs w:val="24"/>
        </w:rPr>
        <w:t xml:space="preserve"> </w:t>
      </w:r>
      <w:r w:rsidRPr="009E32D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667E6B3" w14:textId="77777777" w:rsidR="00923D7D" w:rsidRPr="009E32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855"/>
        <w:gridCol w:w="710"/>
        <w:gridCol w:w="945"/>
        <w:gridCol w:w="825"/>
        <w:gridCol w:w="840"/>
        <w:gridCol w:w="626"/>
        <w:gridCol w:w="948"/>
        <w:gridCol w:w="1189"/>
        <w:gridCol w:w="1505"/>
      </w:tblGrid>
      <w:tr w:rsidR="00015B8F" w:rsidRPr="009E32DA" w14:paraId="064C11CC" w14:textId="77777777" w:rsidTr="00550094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2536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32DA">
              <w:rPr>
                <w:rFonts w:ascii="Corbel" w:hAnsi="Corbel"/>
                <w:szCs w:val="24"/>
              </w:rPr>
              <w:t>Semestr</w:t>
            </w:r>
          </w:p>
          <w:p w14:paraId="5F426DB2" w14:textId="77777777" w:rsidR="00015B8F" w:rsidRPr="009E32DA" w:rsidRDefault="002B5EA0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32DA">
              <w:rPr>
                <w:rFonts w:ascii="Corbel" w:hAnsi="Corbel"/>
                <w:szCs w:val="24"/>
              </w:rPr>
              <w:t>(</w:t>
            </w:r>
            <w:r w:rsidR="00363F78" w:rsidRPr="009E32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720C8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32DA">
              <w:rPr>
                <w:rFonts w:ascii="Corbel" w:hAnsi="Corbel"/>
                <w:szCs w:val="24"/>
              </w:rPr>
              <w:t>Wykł</w:t>
            </w:r>
            <w:proofErr w:type="spellEnd"/>
            <w:r w:rsidRPr="009E32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4755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32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8E4D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32DA">
              <w:rPr>
                <w:rFonts w:ascii="Corbel" w:hAnsi="Corbel"/>
                <w:szCs w:val="24"/>
              </w:rPr>
              <w:t>Konw</w:t>
            </w:r>
            <w:proofErr w:type="spellEnd"/>
            <w:r w:rsidRPr="009E32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1F4B7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32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FB07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32DA">
              <w:rPr>
                <w:rFonts w:ascii="Corbel" w:hAnsi="Corbel"/>
                <w:szCs w:val="24"/>
              </w:rPr>
              <w:t>Sem</w:t>
            </w:r>
            <w:proofErr w:type="spellEnd"/>
            <w:r w:rsidRPr="009E32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20C5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32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0E9E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32DA">
              <w:rPr>
                <w:rFonts w:ascii="Corbel" w:hAnsi="Corbel"/>
                <w:szCs w:val="24"/>
              </w:rPr>
              <w:t>Prakt</w:t>
            </w:r>
            <w:proofErr w:type="spellEnd"/>
            <w:r w:rsidRPr="009E32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9033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32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D555" w14:textId="77777777" w:rsidR="00015B8F" w:rsidRPr="009E32DA" w:rsidRDefault="00015B8F" w:rsidP="005500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E32DA">
              <w:rPr>
                <w:rFonts w:ascii="Corbel" w:hAnsi="Corbel"/>
                <w:b/>
                <w:szCs w:val="24"/>
              </w:rPr>
              <w:t>Liczba pkt</w:t>
            </w:r>
            <w:r w:rsidR="00B90885" w:rsidRPr="009E32DA">
              <w:rPr>
                <w:rFonts w:ascii="Corbel" w:hAnsi="Corbel"/>
                <w:b/>
                <w:szCs w:val="24"/>
              </w:rPr>
              <w:t>.</w:t>
            </w:r>
            <w:r w:rsidRPr="009E32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E32DA" w14:paraId="1E1F41CE" w14:textId="77777777" w:rsidTr="00550094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7283" w14:textId="77777777" w:rsidR="00015B8F" w:rsidRPr="009E32DA" w:rsidRDefault="002644CA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D64B" w14:textId="77777777" w:rsidR="00015B8F" w:rsidRPr="009E32DA" w:rsidRDefault="003B448C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D8C2" w14:textId="77777777" w:rsidR="00015B8F" w:rsidRPr="009E32DA" w:rsidRDefault="001B2BB8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5853" w14:textId="77777777" w:rsidR="00015B8F" w:rsidRPr="009E32DA" w:rsidRDefault="00015B8F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5DC9" w14:textId="77777777" w:rsidR="00015B8F" w:rsidRPr="009E32DA" w:rsidRDefault="00015B8F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EEF8" w14:textId="77777777" w:rsidR="00015B8F" w:rsidRPr="009E32DA" w:rsidRDefault="00015B8F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58D1" w14:textId="77777777" w:rsidR="00015B8F" w:rsidRPr="009E32DA" w:rsidRDefault="00015B8F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10AA" w14:textId="77777777" w:rsidR="00015B8F" w:rsidRPr="009E32DA" w:rsidRDefault="00015B8F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E8DA" w14:textId="77777777" w:rsidR="00015B8F" w:rsidRPr="009E32DA" w:rsidRDefault="00015B8F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DBA5" w14:textId="77777777" w:rsidR="00015B8F" w:rsidRPr="009E32DA" w:rsidRDefault="003B448C" w:rsidP="005500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2C2EDD" w14:textId="77777777" w:rsidR="00923D7D" w:rsidRPr="009E32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1F3" w14:textId="77777777" w:rsidR="00550094" w:rsidRPr="009C54AE" w:rsidRDefault="00550094" w:rsidP="0055009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4DFE2BE6" w14:textId="77777777" w:rsidR="00550094" w:rsidRPr="009C54AE" w:rsidRDefault="00550094" w:rsidP="0055009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AE703E0" w14:textId="77777777" w:rsidR="00550094" w:rsidRPr="009C54AE" w:rsidRDefault="00550094" w:rsidP="0055009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7A4C8C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Pr="26233451">
        <w:rPr>
          <w:rFonts w:ascii="Corbel" w:hAnsi="Corbel"/>
          <w:b w:val="0"/>
          <w:smallCaps w:val="0"/>
        </w:rPr>
        <w:t xml:space="preserve">zajęcia w formie tradycyjnej </w:t>
      </w:r>
    </w:p>
    <w:p w14:paraId="7B8C82BC" w14:textId="77777777" w:rsidR="00550094" w:rsidRPr="009C54AE" w:rsidRDefault="00550094" w:rsidP="005500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88068BF" w14:textId="77777777" w:rsidR="00550094" w:rsidRPr="009C54AE" w:rsidRDefault="00550094" w:rsidP="005500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3F4A5E" w14:textId="77777777" w:rsidR="00550094" w:rsidRPr="009C54AE" w:rsidRDefault="00550094" w:rsidP="0055009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8A2C5A9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58A2C5A9">
        <w:rPr>
          <w:rFonts w:ascii="Corbel" w:hAnsi="Corbel"/>
          <w:smallCaps w:val="0"/>
        </w:rPr>
        <w:t xml:space="preserve"> Forma zaliczenia przedmiotu (z toku) </w:t>
      </w:r>
      <w:r w:rsidRPr="58A2C5A9">
        <w:rPr>
          <w:rFonts w:ascii="Corbel" w:hAnsi="Corbel"/>
          <w:b w:val="0"/>
          <w:smallCaps w:val="0"/>
        </w:rPr>
        <w:t>(egzamin, zaliczenie z oceną, zaliczenie bez oceny)</w:t>
      </w:r>
    </w:p>
    <w:p w14:paraId="0414CFF8" w14:textId="77777777" w:rsidR="00550094" w:rsidRPr="009C54AE" w:rsidRDefault="00550094" w:rsidP="0055009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D7B0C13" w14:textId="77777777" w:rsidR="00550094" w:rsidRPr="007A4C8C" w:rsidRDefault="00550094" w:rsidP="005500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</w:t>
      </w:r>
      <w:r w:rsidRPr="007A4C8C">
        <w:rPr>
          <w:rFonts w:ascii="Corbel" w:hAnsi="Corbel"/>
          <w:b w:val="0"/>
          <w:smallCaps w:val="0"/>
          <w:szCs w:val="24"/>
        </w:rPr>
        <w:t>gzamin</w:t>
      </w:r>
    </w:p>
    <w:p w14:paraId="648B0A78" w14:textId="77777777" w:rsidR="00550094" w:rsidRPr="00CB4504" w:rsidRDefault="00550094" w:rsidP="00550094">
      <w:pPr>
        <w:spacing w:after="0" w:line="240" w:lineRule="auto"/>
        <w:ind w:left="709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Ćwiczenia</w:t>
      </w:r>
      <w:r w:rsidRPr="00CB4504">
        <w:rPr>
          <w:rFonts w:ascii="Corbel" w:eastAsia="Cambria" w:hAnsi="Corbel"/>
          <w:sz w:val="24"/>
          <w:szCs w:val="24"/>
        </w:rPr>
        <w:t>: zaliczenie z oceną</w:t>
      </w:r>
    </w:p>
    <w:p w14:paraId="15AEF328" w14:textId="77777777" w:rsidR="00E960BB" w:rsidRPr="009E32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2FB41" w14:textId="20985AA2" w:rsidR="00E960BB" w:rsidRPr="009E32DA" w:rsidRDefault="0085747A" w:rsidP="432FEA62">
      <w:pPr>
        <w:pStyle w:val="Punktygwne"/>
        <w:spacing w:before="0" w:after="0"/>
        <w:rPr>
          <w:rFonts w:ascii="Corbel" w:hAnsi="Corbel"/>
          <w:szCs w:val="24"/>
        </w:rPr>
      </w:pPr>
      <w:r w:rsidRPr="009E32DA">
        <w:rPr>
          <w:rFonts w:ascii="Corbel" w:hAnsi="Corbel"/>
          <w:szCs w:val="24"/>
        </w:rPr>
        <w:t>2.</w:t>
      </w:r>
      <w:r w:rsidR="00550094">
        <w:rPr>
          <w:rFonts w:ascii="Corbel" w:hAnsi="Corbel"/>
          <w:szCs w:val="24"/>
        </w:rPr>
        <w:t xml:space="preserve"> </w:t>
      </w:r>
      <w:r w:rsidRPr="009E32DA">
        <w:rPr>
          <w:rFonts w:ascii="Corbel" w:hAnsi="Corbel"/>
          <w:szCs w:val="24"/>
        </w:rPr>
        <w:t xml:space="preserve">Wymagania wstępne </w:t>
      </w:r>
    </w:p>
    <w:p w14:paraId="345DCF85" w14:textId="77777777" w:rsidR="432FEA62" w:rsidRPr="009E32DA" w:rsidRDefault="432FEA62" w:rsidP="432FEA6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E32DA" w14:paraId="22CD0EB9" w14:textId="77777777" w:rsidTr="00094CFE">
        <w:tc>
          <w:tcPr>
            <w:tcW w:w="9349" w:type="dxa"/>
          </w:tcPr>
          <w:p w14:paraId="0DEEF22B" w14:textId="77777777" w:rsidR="0085747A" w:rsidRPr="009E32DA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 w:rsidRPr="009E3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9E3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 w:rsidRPr="009E3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</w:t>
            </w:r>
            <w:r w:rsidR="00AE46E4" w:rsidRPr="009E3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FBAA467" w14:textId="77777777" w:rsidR="00153C41" w:rsidRPr="009E32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1CB0D" w14:textId="27E3143B" w:rsidR="0085747A" w:rsidRPr="009E32DA" w:rsidRDefault="0071620A" w:rsidP="432FEA62">
      <w:pPr>
        <w:pStyle w:val="Punktygwne"/>
        <w:spacing w:before="0" w:after="0"/>
        <w:rPr>
          <w:rFonts w:ascii="Corbel" w:hAnsi="Corbel"/>
          <w:szCs w:val="24"/>
        </w:rPr>
      </w:pPr>
      <w:r w:rsidRPr="009E32DA">
        <w:rPr>
          <w:rFonts w:ascii="Corbel" w:hAnsi="Corbel"/>
          <w:szCs w:val="24"/>
        </w:rPr>
        <w:lastRenderedPageBreak/>
        <w:t>3.</w:t>
      </w:r>
      <w:r w:rsidR="00094CFE">
        <w:rPr>
          <w:rFonts w:ascii="Corbel" w:hAnsi="Corbel"/>
          <w:szCs w:val="24"/>
        </w:rPr>
        <w:t xml:space="preserve"> </w:t>
      </w:r>
      <w:r w:rsidR="00A84C85" w:rsidRPr="009E32DA">
        <w:rPr>
          <w:rFonts w:ascii="Corbel" w:hAnsi="Corbel"/>
          <w:szCs w:val="24"/>
        </w:rPr>
        <w:t>cele, efekty uczenia się</w:t>
      </w:r>
      <w:r w:rsidR="0085747A" w:rsidRPr="009E32DA">
        <w:rPr>
          <w:rFonts w:ascii="Corbel" w:hAnsi="Corbel"/>
          <w:szCs w:val="24"/>
        </w:rPr>
        <w:t>, treści Programowe i stosowane metody Dydaktyczne</w:t>
      </w:r>
    </w:p>
    <w:p w14:paraId="45177E13" w14:textId="77777777" w:rsidR="0085747A" w:rsidRPr="009E32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4C7C44" w14:textId="77777777" w:rsidR="0085747A" w:rsidRPr="009E32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E32DA">
        <w:rPr>
          <w:rFonts w:ascii="Corbel" w:hAnsi="Corbel"/>
          <w:sz w:val="24"/>
          <w:szCs w:val="24"/>
        </w:rPr>
        <w:t xml:space="preserve">3.1 </w:t>
      </w:r>
      <w:r w:rsidR="00C05F44" w:rsidRPr="009E32DA">
        <w:rPr>
          <w:rFonts w:ascii="Corbel" w:hAnsi="Corbel"/>
          <w:sz w:val="24"/>
          <w:szCs w:val="24"/>
        </w:rPr>
        <w:t>Cele przedmiotu</w:t>
      </w:r>
    </w:p>
    <w:p w14:paraId="5E47FC9E" w14:textId="77777777" w:rsidR="00F83B28" w:rsidRPr="009E32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3321A" w:rsidRPr="009E32DA" w14:paraId="229EDE29" w14:textId="77777777" w:rsidTr="00550094">
        <w:tc>
          <w:tcPr>
            <w:tcW w:w="845" w:type="dxa"/>
            <w:vAlign w:val="center"/>
          </w:tcPr>
          <w:p w14:paraId="0AB310EB" w14:textId="0FD9C74E" w:rsidR="0033321A" w:rsidRPr="009E32DA" w:rsidRDefault="0033321A" w:rsidP="0055009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E32D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29CC0D8" w14:textId="77777777" w:rsidR="0033321A" w:rsidRPr="009E32DA" w:rsidRDefault="0033321A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32DA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studenta z podstawową terminologią </w:t>
            </w:r>
            <w:r w:rsidRPr="009E32DA">
              <w:rPr>
                <w:rFonts w:ascii="Corbel" w:hAnsi="Corbel"/>
                <w:b w:val="0"/>
                <w:sz w:val="24"/>
                <w:szCs w:val="24"/>
              </w:rPr>
              <w:br/>
              <w:t>i instrumentami niezbędnymi w zarządzaniu rozwojem administracji publicznej</w:t>
            </w:r>
          </w:p>
        </w:tc>
      </w:tr>
      <w:tr w:rsidR="0033321A" w:rsidRPr="009E32DA" w14:paraId="13597661" w14:textId="77777777" w:rsidTr="00550094">
        <w:tc>
          <w:tcPr>
            <w:tcW w:w="845" w:type="dxa"/>
            <w:vAlign w:val="center"/>
          </w:tcPr>
          <w:p w14:paraId="43BD8D82" w14:textId="77777777" w:rsidR="0033321A" w:rsidRPr="009E32DA" w:rsidRDefault="0033321A" w:rsidP="0055009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EA7A0F" w14:textId="77777777" w:rsidR="0033321A" w:rsidRPr="009E32DA" w:rsidRDefault="0033321A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32DA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studenta umiejętności i poznanie technik tworzenia strategii rozwoju oraz jej wdrożenia w administracji publicznej. </w:t>
            </w:r>
          </w:p>
        </w:tc>
      </w:tr>
    </w:tbl>
    <w:p w14:paraId="6A1F346A" w14:textId="77777777" w:rsidR="0085747A" w:rsidRPr="009E32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2AA3CB" w14:textId="77777777" w:rsidR="001D7B54" w:rsidRPr="009E32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E32DA">
        <w:rPr>
          <w:rFonts w:ascii="Corbel" w:hAnsi="Corbel"/>
          <w:b/>
          <w:sz w:val="24"/>
          <w:szCs w:val="24"/>
        </w:rPr>
        <w:t xml:space="preserve">3.2 </w:t>
      </w:r>
      <w:r w:rsidR="001D7B54" w:rsidRPr="009E32DA">
        <w:rPr>
          <w:rFonts w:ascii="Corbel" w:hAnsi="Corbel"/>
          <w:b/>
          <w:sz w:val="24"/>
          <w:szCs w:val="24"/>
        </w:rPr>
        <w:t xml:space="preserve">Efekty </w:t>
      </w:r>
      <w:r w:rsidR="00C05F44" w:rsidRPr="009E32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E32DA">
        <w:rPr>
          <w:rFonts w:ascii="Corbel" w:hAnsi="Corbel"/>
          <w:b/>
          <w:sz w:val="24"/>
          <w:szCs w:val="24"/>
        </w:rPr>
        <w:t>dla przedmiotu</w:t>
      </w:r>
    </w:p>
    <w:p w14:paraId="60DA820E" w14:textId="77777777" w:rsidR="001D7B54" w:rsidRPr="009E32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E32DA" w14:paraId="6C71C918" w14:textId="77777777" w:rsidTr="432FEA62">
        <w:tc>
          <w:tcPr>
            <w:tcW w:w="1679" w:type="dxa"/>
            <w:vAlign w:val="center"/>
          </w:tcPr>
          <w:p w14:paraId="39BC2EB9" w14:textId="77777777" w:rsidR="0085747A" w:rsidRPr="009E32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E32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E32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E32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594EAB" w14:textId="77777777" w:rsidR="0085747A" w:rsidRPr="009E32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E32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E32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2BB956" w14:textId="77777777" w:rsidR="0085747A" w:rsidRPr="009E32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E32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6BE3" w:rsidRPr="009E32DA" w14:paraId="20B1E471" w14:textId="77777777" w:rsidTr="00550094">
        <w:tc>
          <w:tcPr>
            <w:tcW w:w="1679" w:type="dxa"/>
          </w:tcPr>
          <w:p w14:paraId="013BDE40" w14:textId="557F5FEA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 w:rsidRPr="009E32D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70C9DEF7" w14:textId="77777777" w:rsidR="00F26BE3" w:rsidRPr="009E32DA" w:rsidRDefault="00C372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1CF3B378" w:rsidRPr="009E32DA">
              <w:rPr>
                <w:rFonts w:ascii="Corbel" w:hAnsi="Corbel"/>
                <w:b w:val="0"/>
                <w:smallCaps w:val="0"/>
                <w:szCs w:val="24"/>
              </w:rPr>
              <w:t>osiada rozszerzoną wiedzę o roli człowieka, jego cechach i aktywności w sferze administracji oraz jako twórcy kultury i podmiotu konstytuującego struktury społeczne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1CF3B378" w:rsidRPr="009E32DA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0B7B9FE6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17CE5" w:rsidRPr="009E32D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26BE3" w:rsidRPr="009E32DA" w14:paraId="1CF12C00" w14:textId="77777777" w:rsidTr="00550094">
        <w:tc>
          <w:tcPr>
            <w:tcW w:w="1679" w:type="dxa"/>
          </w:tcPr>
          <w:p w14:paraId="63958B21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 w:rsidRPr="009E32D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7B076726" w14:textId="77777777" w:rsidR="00F26BE3" w:rsidRPr="009E32DA" w:rsidRDefault="00C372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Student z</w:t>
            </w:r>
            <w:r w:rsidR="767D8776" w:rsidRPr="009E32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w stopniu zaawansowanym ogólne zasady tworzenia i rozwoju form indywidualnej przedsiębiorczości, wykorzystującej wiedzę z zakresu dziedzin nauki i dyscyplin naukowych właściwych dla kierunku administracja;</w:t>
            </w:r>
          </w:p>
        </w:tc>
        <w:tc>
          <w:tcPr>
            <w:tcW w:w="1865" w:type="dxa"/>
          </w:tcPr>
          <w:p w14:paraId="660D07CD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26BE3" w:rsidRPr="009E32DA" w14:paraId="29203148" w14:textId="77777777" w:rsidTr="00550094">
        <w:trPr>
          <w:trHeight w:val="1499"/>
        </w:trPr>
        <w:tc>
          <w:tcPr>
            <w:tcW w:w="1679" w:type="dxa"/>
          </w:tcPr>
          <w:p w14:paraId="6B31BE62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 w:rsidRPr="009E32D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6E61B341" w14:textId="77777777" w:rsidR="00F26BE3" w:rsidRPr="009E32DA" w:rsidRDefault="00C372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767D8776" w:rsidRPr="009E32DA">
              <w:rPr>
                <w:rFonts w:ascii="Corbel" w:hAnsi="Corbel"/>
                <w:b w:val="0"/>
                <w:smallCaps w:val="0"/>
                <w:szCs w:val="24"/>
              </w:rPr>
              <w:t>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3526B5FB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26BE3" w:rsidRPr="009E32DA" w14:paraId="6960BE62" w14:textId="77777777" w:rsidTr="00550094">
        <w:tc>
          <w:tcPr>
            <w:tcW w:w="1679" w:type="dxa"/>
          </w:tcPr>
          <w:p w14:paraId="530F5B7D" w14:textId="77777777" w:rsidR="00F26BE3" w:rsidRPr="009E32DA" w:rsidRDefault="00DB6B5B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7CE5" w:rsidRPr="009E32D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0F35BD6E" w14:textId="77777777" w:rsidR="00F26BE3" w:rsidRPr="009E32DA" w:rsidRDefault="00C372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2703EEB1" w:rsidRPr="009E32DA">
              <w:rPr>
                <w:rFonts w:ascii="Corbel" w:hAnsi="Corbel"/>
                <w:b w:val="0"/>
                <w:smallCaps w:val="0"/>
                <w:szCs w:val="24"/>
              </w:rPr>
              <w:t>osiada umiejętność logicznego myślenia, analizy i syntezy,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865" w:type="dxa"/>
          </w:tcPr>
          <w:p w14:paraId="1BB0D179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26BE3" w:rsidRPr="009E32DA" w14:paraId="1E00468C" w14:textId="77777777" w:rsidTr="00550094">
        <w:tc>
          <w:tcPr>
            <w:tcW w:w="1679" w:type="dxa"/>
          </w:tcPr>
          <w:p w14:paraId="3F74B4FB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7CE5" w:rsidRPr="009E32D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7B4FD2ED" w14:textId="77777777" w:rsidR="00F26BE3" w:rsidRPr="009E32DA" w:rsidRDefault="00C372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6C73FE33" w:rsidRPr="009E32DA">
              <w:rPr>
                <w:rFonts w:ascii="Corbel" w:hAnsi="Corbel"/>
                <w:b w:val="0"/>
                <w:smallCaps w:val="0"/>
                <w:szCs w:val="24"/>
              </w:rPr>
              <w:t>est gotowy samodzielnie i krytycznie uzupełniać wiedzę,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6C73FE33" w:rsidRPr="009E32DA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405BD4D2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D1085" w:rsidRPr="009E32D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F26BE3" w:rsidRPr="009E32DA" w14:paraId="4B32E9E3" w14:textId="77777777" w:rsidTr="00550094">
        <w:tc>
          <w:tcPr>
            <w:tcW w:w="1679" w:type="dxa"/>
          </w:tcPr>
          <w:p w14:paraId="0B9F1C90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7CE5" w:rsidRPr="009E32D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14:paraId="72178086" w14:textId="77777777" w:rsidR="00F26BE3" w:rsidRPr="009E32DA" w:rsidRDefault="00C372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2703EEB1" w:rsidRPr="009E32DA">
              <w:rPr>
                <w:rFonts w:ascii="Corbel" w:hAnsi="Corbel"/>
                <w:b w:val="0"/>
                <w:smallCaps w:val="0"/>
                <w:szCs w:val="24"/>
              </w:rPr>
              <w:t>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0AAA8813" w14:textId="77777777" w:rsidR="00F26BE3" w:rsidRPr="009E32DA" w:rsidRDefault="00F26BE3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B439103" w14:textId="77777777" w:rsidR="0085747A" w:rsidRPr="009E32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69C0E" w14:textId="77777777" w:rsidR="00550094" w:rsidRDefault="0055009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A1F2157" w14:textId="0E12CE57" w:rsidR="0085747A" w:rsidRPr="00552E35" w:rsidRDefault="00675843" w:rsidP="00552E35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552E35">
        <w:rPr>
          <w:rFonts w:ascii="Corbel" w:hAnsi="Corbel"/>
          <w:b/>
          <w:sz w:val="24"/>
          <w:szCs w:val="24"/>
        </w:rPr>
        <w:lastRenderedPageBreak/>
        <w:t>3.3</w:t>
      </w:r>
      <w:r w:rsidR="00550094">
        <w:rPr>
          <w:rFonts w:ascii="Corbel" w:hAnsi="Corbel"/>
          <w:b/>
          <w:sz w:val="24"/>
          <w:szCs w:val="24"/>
        </w:rPr>
        <w:t xml:space="preserve">. </w:t>
      </w:r>
      <w:r w:rsidR="0085747A" w:rsidRPr="00552E35">
        <w:rPr>
          <w:rFonts w:ascii="Corbel" w:hAnsi="Corbel"/>
          <w:b/>
          <w:sz w:val="24"/>
          <w:szCs w:val="24"/>
        </w:rPr>
        <w:t>T</w:t>
      </w:r>
      <w:r w:rsidR="001D7B54" w:rsidRPr="00552E35">
        <w:rPr>
          <w:rFonts w:ascii="Corbel" w:hAnsi="Corbel"/>
          <w:b/>
          <w:sz w:val="24"/>
          <w:szCs w:val="24"/>
        </w:rPr>
        <w:t xml:space="preserve">reści programowe </w:t>
      </w:r>
    </w:p>
    <w:p w14:paraId="474EED2F" w14:textId="77777777" w:rsidR="0085747A" w:rsidRPr="009E32DA" w:rsidRDefault="0085747A" w:rsidP="00550094">
      <w:pPr>
        <w:pStyle w:val="Akapitzlist"/>
        <w:numPr>
          <w:ilvl w:val="0"/>
          <w:numId w:val="1"/>
        </w:numPr>
        <w:spacing w:after="120" w:line="240" w:lineRule="auto"/>
        <w:rPr>
          <w:rFonts w:ascii="Corbel" w:hAnsi="Corbel"/>
          <w:sz w:val="24"/>
          <w:szCs w:val="24"/>
        </w:rPr>
      </w:pPr>
      <w:r w:rsidRPr="009E32DA">
        <w:rPr>
          <w:rFonts w:ascii="Corbel" w:hAnsi="Corbel"/>
          <w:sz w:val="24"/>
          <w:szCs w:val="24"/>
        </w:rPr>
        <w:t xml:space="preserve">Problematyka wykładu </w:t>
      </w:r>
    </w:p>
    <w:p w14:paraId="39EDF11A" w14:textId="77777777" w:rsidR="00675843" w:rsidRPr="009E32D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53ADF" w:rsidRPr="009E32DA" w14:paraId="60B3F04C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784741CB" w14:textId="77777777" w:rsidR="00A53ADF" w:rsidRPr="009E32DA" w:rsidRDefault="00A53ADF" w:rsidP="005500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ADF" w:rsidRPr="009E32DA" w14:paraId="619FA461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72166EA5" w14:textId="77777777" w:rsidR="00A53ADF" w:rsidRPr="009E32DA" w:rsidRDefault="00A53ADF" w:rsidP="0055009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="00A53ADF" w:rsidRPr="009E32DA" w14:paraId="64B2F9D4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44720191" w14:textId="77777777" w:rsidR="00A53ADF" w:rsidRPr="009E32DA" w:rsidRDefault="00A53ADF" w:rsidP="0055009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="00A53ADF" w:rsidRPr="009E32DA" w14:paraId="18A68B61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41273845" w14:textId="77777777" w:rsidR="00A53ADF" w:rsidRPr="009E32DA" w:rsidRDefault="00A53ADF" w:rsidP="005500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="00A53ADF" w:rsidRPr="009E32DA" w14:paraId="07D4F96D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483DD9AF" w14:textId="77777777" w:rsidR="00A53ADF" w:rsidRPr="009E32DA" w:rsidRDefault="00A53ADF" w:rsidP="005500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 xml:space="preserve">Ramy prawne polityki rozwoju oraz podmioty odpowiedzialne za politykę rozwoju. </w:t>
            </w:r>
          </w:p>
        </w:tc>
      </w:tr>
      <w:tr w:rsidR="00A53ADF" w:rsidRPr="009E32DA" w14:paraId="6D1B2F47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10717ED3" w14:textId="144D6C1A" w:rsidR="00A53ADF" w:rsidRPr="009E32DA" w:rsidRDefault="742FD9A1" w:rsidP="005500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9E32DA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Strategię Rozwoju Kraju 2020); szczegółowe </w:t>
            </w:r>
            <w:r w:rsidRPr="009E32DA">
              <w:rPr>
                <w:rFonts w:ascii="Corbel" w:hAnsi="Corbel"/>
                <w:sz w:val="24"/>
                <w:szCs w:val="24"/>
              </w:rPr>
              <w:t>(w tym Krajowej Strategii Rozwoju Regionalnego);</w:t>
            </w:r>
            <w:r w:rsidR="717268CF" w:rsidRPr="009E32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E32DA">
              <w:rPr>
                <w:rFonts w:ascii="Corbel" w:hAnsi="Corbel"/>
                <w:sz w:val="24"/>
                <w:szCs w:val="24"/>
              </w:rPr>
              <w:t>ponadregionalne  (</w:t>
            </w:r>
            <w:r w:rsidRPr="009E32DA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2020).</w:t>
            </w:r>
          </w:p>
        </w:tc>
      </w:tr>
      <w:tr w:rsidR="00A53ADF" w:rsidRPr="009E32DA" w14:paraId="4187AC13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46F1B3B3" w14:textId="77777777" w:rsidR="00A53ADF" w:rsidRPr="009E32DA" w:rsidRDefault="00A53ADF" w:rsidP="005500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Tworzenie strategii rozwoju lokalnego i regionalnego (w tym diagnoza i analiza strategiczna, wyznaczanie strategicznych kierunków działania wraz z celami strategicznymi i operacyjnymi, instrumenty realizacji i monitoringu realizacji strategii, procesy uspołecznienia strategii rozwoju) na przykładzie wybranych strategii rozwoju jednostek samorządu terytorialnego.</w:t>
            </w:r>
          </w:p>
        </w:tc>
      </w:tr>
      <w:tr w:rsidR="00A53ADF" w:rsidRPr="009E32DA" w14:paraId="3532A78D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0CE12AC6" w14:textId="77777777" w:rsidR="00A53ADF" w:rsidRPr="009E32DA" w:rsidRDefault="00A53ADF" w:rsidP="005500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strategicznego.</w:t>
            </w:r>
          </w:p>
        </w:tc>
      </w:tr>
    </w:tbl>
    <w:p w14:paraId="735299D8" w14:textId="77777777" w:rsidR="0085747A" w:rsidRPr="009E32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E4FA91" w14:textId="3ECD8615" w:rsidR="0085747A" w:rsidRDefault="0085747A" w:rsidP="0055009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E32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E32DA">
        <w:rPr>
          <w:rFonts w:ascii="Corbel" w:hAnsi="Corbel"/>
          <w:sz w:val="24"/>
          <w:szCs w:val="24"/>
        </w:rPr>
        <w:t xml:space="preserve">, </w:t>
      </w:r>
      <w:r w:rsidRPr="009E32DA">
        <w:rPr>
          <w:rFonts w:ascii="Corbel" w:hAnsi="Corbel"/>
          <w:sz w:val="24"/>
          <w:szCs w:val="24"/>
        </w:rPr>
        <w:t>zajęć praktycznych</w:t>
      </w:r>
    </w:p>
    <w:p w14:paraId="53AA768F" w14:textId="77777777" w:rsidR="00550094" w:rsidRPr="009E32DA" w:rsidRDefault="00550094" w:rsidP="00550094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B2BB8" w:rsidRPr="009E32DA" w14:paraId="2E22C8BC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656D5355" w14:textId="77777777" w:rsidR="001B2BB8" w:rsidRPr="009E32DA" w:rsidRDefault="001B2BB8" w:rsidP="005500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2BB8" w:rsidRPr="009E32DA" w14:paraId="2BE32846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077B9A82" w14:textId="77777777" w:rsidR="001B2BB8" w:rsidRPr="009E32DA" w:rsidRDefault="001B2BB8" w:rsidP="0055009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="001B2BB8" w:rsidRPr="009E32DA" w14:paraId="6661E528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448CBE00" w14:textId="77777777" w:rsidR="001B2BB8" w:rsidRPr="009E32DA" w:rsidRDefault="001B2BB8" w:rsidP="0055009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="001B2BB8" w:rsidRPr="009E32DA" w14:paraId="44DF65EB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54A12398" w14:textId="77777777" w:rsidR="001B2BB8" w:rsidRPr="009E32DA" w:rsidRDefault="001B2BB8" w:rsidP="005500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="001B2BB8" w:rsidRPr="009E32DA" w14:paraId="7C47496C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4955D132" w14:textId="77777777" w:rsidR="001B2BB8" w:rsidRPr="009E32DA" w:rsidRDefault="001B2BB8" w:rsidP="005500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 xml:space="preserve">Ramy prawne polityki rozwoju oraz podmioty odpowiedzialne za politykę rozwoju. </w:t>
            </w:r>
          </w:p>
        </w:tc>
      </w:tr>
      <w:tr w:rsidR="001B2BB8" w:rsidRPr="009E32DA" w14:paraId="72B4DF48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55D8A167" w14:textId="78DE38E4" w:rsidR="001B2BB8" w:rsidRPr="009E32DA" w:rsidRDefault="001B2BB8" w:rsidP="005500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9E32DA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Strategię Rozwoju Kraju 2020); szczegółowe </w:t>
            </w:r>
            <w:r w:rsidRPr="009E32DA">
              <w:rPr>
                <w:rFonts w:ascii="Corbel" w:hAnsi="Corbel"/>
                <w:sz w:val="24"/>
                <w:szCs w:val="24"/>
              </w:rPr>
              <w:t>(w tym Krajowej Strategii Rozwoju Regionalnego);</w:t>
            </w:r>
            <w:r w:rsidR="03B33C07" w:rsidRPr="009E32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E32DA">
              <w:rPr>
                <w:rFonts w:ascii="Corbel" w:hAnsi="Corbel"/>
                <w:sz w:val="24"/>
                <w:szCs w:val="24"/>
              </w:rPr>
              <w:t>ponadregionalne  (</w:t>
            </w:r>
            <w:r w:rsidRPr="009E32DA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2020).</w:t>
            </w:r>
          </w:p>
        </w:tc>
      </w:tr>
      <w:tr w:rsidR="001B2BB8" w:rsidRPr="009E32DA" w14:paraId="713F182C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1FE6B875" w14:textId="77777777" w:rsidR="001B2BB8" w:rsidRPr="009E32DA" w:rsidRDefault="001B2BB8" w:rsidP="005500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Tworzenie strategii rozwoju lokalnego i regionalnego (w tym diagnoza i analiza strategiczna, wyznaczanie strategicznych kierunków działania wraz z celami strategicznymi i operacyjnymi, instrumenty realizacji i monitoringu realizacji strategii, procesy uspołecznienia strategii rozwoju) na przykładzie wybranych strategii rozwoju jednostek samorządu terytorialnego.</w:t>
            </w:r>
          </w:p>
        </w:tc>
      </w:tr>
      <w:tr w:rsidR="001B2BB8" w:rsidRPr="009E32DA" w14:paraId="40C7B5FA" w14:textId="77777777" w:rsidTr="00550094">
        <w:trPr>
          <w:trHeight w:val="340"/>
        </w:trPr>
        <w:tc>
          <w:tcPr>
            <w:tcW w:w="9520" w:type="dxa"/>
            <w:vAlign w:val="center"/>
          </w:tcPr>
          <w:p w14:paraId="1C8F4E9E" w14:textId="77777777" w:rsidR="001B2BB8" w:rsidRPr="009E32DA" w:rsidRDefault="001B2BB8" w:rsidP="005500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strategicznego.</w:t>
            </w:r>
          </w:p>
        </w:tc>
      </w:tr>
    </w:tbl>
    <w:p w14:paraId="489D0299" w14:textId="77777777" w:rsidR="0085747A" w:rsidRPr="009E32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798C10" w14:textId="534271D5" w:rsidR="0085747A" w:rsidRPr="009E32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32DA">
        <w:rPr>
          <w:rFonts w:ascii="Corbel" w:hAnsi="Corbel"/>
          <w:smallCaps w:val="0"/>
          <w:szCs w:val="24"/>
        </w:rPr>
        <w:t>3.4</w:t>
      </w:r>
      <w:r w:rsidR="00550094">
        <w:rPr>
          <w:rFonts w:ascii="Corbel" w:hAnsi="Corbel"/>
          <w:smallCaps w:val="0"/>
          <w:szCs w:val="24"/>
        </w:rPr>
        <w:t>.</w:t>
      </w:r>
      <w:r w:rsidRPr="009E32DA">
        <w:rPr>
          <w:rFonts w:ascii="Corbel" w:hAnsi="Corbel"/>
          <w:smallCaps w:val="0"/>
          <w:szCs w:val="24"/>
        </w:rPr>
        <w:t xml:space="preserve"> Metody dydaktyczne</w:t>
      </w:r>
    </w:p>
    <w:p w14:paraId="33FF0B8B" w14:textId="77777777" w:rsidR="0085747A" w:rsidRPr="009E32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A325" w14:textId="5D92C478" w:rsidR="004C6787" w:rsidRPr="00C372E3" w:rsidRDefault="00550094" w:rsidP="00550094">
      <w:pPr>
        <w:pStyle w:val="Punktygwne"/>
        <w:spacing w:before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4C6787" w:rsidRPr="00C372E3">
        <w:rPr>
          <w:rFonts w:ascii="Corbel" w:hAnsi="Corbel"/>
          <w:b w:val="0"/>
          <w:smallCaps w:val="0"/>
          <w:szCs w:val="24"/>
        </w:rPr>
        <w:t>ykłady: wykład z prezentacją multimedialną, dyskusja, analiza przypadków,</w:t>
      </w:r>
    </w:p>
    <w:p w14:paraId="48019F81" w14:textId="187CD1E3" w:rsidR="001B2BB8" w:rsidRPr="00C372E3" w:rsidRDefault="00550094" w:rsidP="00550094">
      <w:pPr>
        <w:pStyle w:val="Punktygwne"/>
        <w:spacing w:before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9B18D8" w:rsidRPr="00C372E3">
        <w:rPr>
          <w:rFonts w:ascii="Corbel" w:hAnsi="Corbel"/>
          <w:b w:val="0"/>
          <w:smallCaps w:val="0"/>
          <w:szCs w:val="24"/>
        </w:rPr>
        <w:t>wiczenia: metoda projektów, praca w grupach, dyskusja, analiza przypadków</w:t>
      </w:r>
    </w:p>
    <w:p w14:paraId="170532B5" w14:textId="77777777" w:rsidR="001968C5" w:rsidRPr="009E32DA" w:rsidRDefault="001968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0A552" w14:textId="1BA412F2" w:rsidR="76F5F058" w:rsidRDefault="76F5F058">
      <w:r>
        <w:br w:type="page"/>
      </w:r>
    </w:p>
    <w:p w14:paraId="3D7701BA" w14:textId="77777777" w:rsidR="0085747A" w:rsidRPr="009E32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E32D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E32DA">
        <w:rPr>
          <w:rFonts w:ascii="Corbel" w:hAnsi="Corbel"/>
          <w:smallCaps w:val="0"/>
          <w:szCs w:val="24"/>
        </w:rPr>
        <w:t>METODY I KRYTERIA OCENY</w:t>
      </w:r>
    </w:p>
    <w:p w14:paraId="198A15DA" w14:textId="77777777" w:rsidR="00923D7D" w:rsidRPr="009E32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74FCBF" w14:textId="77777777" w:rsidR="0085747A" w:rsidRPr="009E32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E32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E32DA">
        <w:rPr>
          <w:rFonts w:ascii="Corbel" w:hAnsi="Corbel"/>
          <w:smallCaps w:val="0"/>
          <w:szCs w:val="24"/>
        </w:rPr>
        <w:t>uczenia się</w:t>
      </w:r>
    </w:p>
    <w:p w14:paraId="60112033" w14:textId="77777777" w:rsidR="0085747A" w:rsidRPr="009E32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E32DA" w14:paraId="660BE2A9" w14:textId="77777777" w:rsidTr="76F5F058">
        <w:tc>
          <w:tcPr>
            <w:tcW w:w="1962" w:type="dxa"/>
            <w:vAlign w:val="center"/>
          </w:tcPr>
          <w:p w14:paraId="0C0D2530" w14:textId="77777777" w:rsidR="0085747A" w:rsidRPr="009E32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F58620D" w14:textId="77777777" w:rsidR="0085747A" w:rsidRPr="009E32DA" w:rsidRDefault="00F974DA" w:rsidP="007162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B66EBB" w14:textId="77777777" w:rsidR="0085747A" w:rsidRPr="009E32DA" w:rsidRDefault="009F4610" w:rsidP="007162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E3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C2C5E3" w14:textId="77206E99" w:rsidR="00923D7D" w:rsidRPr="009E32DA" w:rsidRDefault="0085747A" w:rsidP="007162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42E7A04" w14:textId="77777777" w:rsidR="0085747A" w:rsidRPr="009E32DA" w:rsidRDefault="0085747A" w:rsidP="007162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32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E32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E32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E32DA" w14:paraId="297E3672" w14:textId="77777777" w:rsidTr="00550094">
        <w:trPr>
          <w:trHeight w:val="340"/>
        </w:trPr>
        <w:tc>
          <w:tcPr>
            <w:tcW w:w="1962" w:type="dxa"/>
            <w:vAlign w:val="center"/>
          </w:tcPr>
          <w:p w14:paraId="71036D38" w14:textId="72DE15FA" w:rsidR="0085747A" w:rsidRPr="00550094" w:rsidRDefault="00550094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009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2B81F8E7" w14:textId="77777777" w:rsidR="0085747A" w:rsidRPr="009E32DA" w:rsidRDefault="00D20863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34367DA0" w14:textId="77777777" w:rsidR="0085747A" w:rsidRPr="009E32DA" w:rsidRDefault="001714DE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E32DA" w14:paraId="4CA24452" w14:textId="77777777" w:rsidTr="00550094">
        <w:trPr>
          <w:trHeight w:val="340"/>
        </w:trPr>
        <w:tc>
          <w:tcPr>
            <w:tcW w:w="1962" w:type="dxa"/>
            <w:vAlign w:val="center"/>
          </w:tcPr>
          <w:p w14:paraId="69FB8CA7" w14:textId="4CFE0477" w:rsidR="0085747A" w:rsidRPr="00550094" w:rsidRDefault="00550094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00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4FC951" w14:textId="77777777" w:rsidR="0085747A" w:rsidRPr="009E32DA" w:rsidRDefault="007A3025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79EB22C8" w14:textId="77777777" w:rsidR="0085747A" w:rsidRPr="009E32DA" w:rsidRDefault="001714DE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714DE" w:rsidRPr="009E32DA" w14:paraId="671992EC" w14:textId="77777777" w:rsidTr="00550094">
        <w:trPr>
          <w:trHeight w:val="340"/>
        </w:trPr>
        <w:tc>
          <w:tcPr>
            <w:tcW w:w="1962" w:type="dxa"/>
            <w:vAlign w:val="center"/>
          </w:tcPr>
          <w:p w14:paraId="0823ECC3" w14:textId="47FE31C1" w:rsidR="001714DE" w:rsidRPr="00550094" w:rsidRDefault="00550094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00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653EA8B0" w14:textId="77777777" w:rsidR="001714DE" w:rsidRPr="009E32DA" w:rsidRDefault="004D13B8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235362" w:rsidRPr="009E32DA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vAlign w:val="center"/>
          </w:tcPr>
          <w:p w14:paraId="2FDA5C74" w14:textId="77777777" w:rsidR="001714DE" w:rsidRPr="009E32DA" w:rsidRDefault="000116DA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w</w:t>
            </w:r>
            <w:r w:rsidR="00DC0F9F" w:rsidRPr="009E32DA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 w:rsidRPr="009E32D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714DE" w:rsidRPr="009E32DA" w14:paraId="5D3008ED" w14:textId="77777777" w:rsidTr="00550094">
        <w:trPr>
          <w:trHeight w:val="340"/>
        </w:trPr>
        <w:tc>
          <w:tcPr>
            <w:tcW w:w="1962" w:type="dxa"/>
            <w:vAlign w:val="center"/>
          </w:tcPr>
          <w:p w14:paraId="5B265E32" w14:textId="7DC7A1DC" w:rsidR="001714DE" w:rsidRPr="00550094" w:rsidRDefault="00550094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00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9F884AB" w14:textId="77777777" w:rsidR="001714DE" w:rsidRPr="009E32DA" w:rsidRDefault="004D1FB4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vAlign w:val="center"/>
          </w:tcPr>
          <w:p w14:paraId="7E069286" w14:textId="77777777" w:rsidR="001714DE" w:rsidRPr="009E32DA" w:rsidRDefault="00E40119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w</w:t>
            </w:r>
            <w:r w:rsidR="00DC0F9F" w:rsidRPr="009E32DA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 w:rsidRPr="009E32D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86931" w:rsidRPr="009E32DA" w14:paraId="7ECC947E" w14:textId="77777777" w:rsidTr="00550094">
        <w:trPr>
          <w:trHeight w:val="340"/>
        </w:trPr>
        <w:tc>
          <w:tcPr>
            <w:tcW w:w="1962" w:type="dxa"/>
            <w:vAlign w:val="center"/>
          </w:tcPr>
          <w:p w14:paraId="16D35BD2" w14:textId="6E997293" w:rsidR="00386931" w:rsidRPr="00550094" w:rsidRDefault="00550094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00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45763419" w14:textId="77777777" w:rsidR="00386931" w:rsidRPr="009E32DA" w:rsidRDefault="00E40119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4D1FB4" w:rsidRPr="009E32DA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2B96E62" w14:textId="77777777" w:rsidR="00386931" w:rsidRPr="009E32DA" w:rsidRDefault="00B148BA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>w</w:t>
            </w:r>
            <w:r w:rsidR="00DC0F9F" w:rsidRPr="009E32DA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 w:rsidRPr="009E32D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40119" w:rsidRPr="009E32DA" w14:paraId="6001A187" w14:textId="77777777" w:rsidTr="00550094">
        <w:trPr>
          <w:trHeight w:val="340"/>
        </w:trPr>
        <w:tc>
          <w:tcPr>
            <w:tcW w:w="1962" w:type="dxa"/>
            <w:vAlign w:val="center"/>
          </w:tcPr>
          <w:p w14:paraId="09699F63" w14:textId="0FCD62C6" w:rsidR="00E40119" w:rsidRPr="00550094" w:rsidRDefault="00550094" w:rsidP="00550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00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341444F3" w14:textId="43C438DC" w:rsidR="00E40119" w:rsidRPr="009E32DA" w:rsidRDefault="0D97735E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6F5F058">
              <w:rPr>
                <w:rFonts w:ascii="Corbel" w:hAnsi="Corbel"/>
                <w:b w:val="0"/>
              </w:rPr>
              <w:t>obserwacja w trakcie zajęć,</w:t>
            </w:r>
            <w:r w:rsidR="2FEBDA37" w:rsidRPr="76F5F058">
              <w:rPr>
                <w:rFonts w:ascii="Corbel" w:hAnsi="Corbel"/>
                <w:b w:val="0"/>
              </w:rPr>
              <w:t xml:space="preserve"> </w:t>
            </w:r>
            <w:r w:rsidR="1F67F092" w:rsidRPr="76F5F058">
              <w:rPr>
                <w:rFonts w:ascii="Corbel" w:hAnsi="Corbel"/>
                <w:b w:val="0"/>
              </w:rPr>
              <w:t>projekt</w:t>
            </w:r>
          </w:p>
        </w:tc>
        <w:tc>
          <w:tcPr>
            <w:tcW w:w="2117" w:type="dxa"/>
            <w:vAlign w:val="center"/>
          </w:tcPr>
          <w:p w14:paraId="08A5E9A9" w14:textId="77777777" w:rsidR="00E40119" w:rsidRPr="009E32DA" w:rsidRDefault="002D4F06" w:rsidP="00550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32DA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DC0F9F" w:rsidRPr="009E32D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99EAD88" w14:textId="77777777" w:rsidR="00923D7D" w:rsidRPr="009E32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40D0E" w14:textId="77777777" w:rsidR="0085747A" w:rsidRPr="009E32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E32DA">
        <w:rPr>
          <w:rFonts w:ascii="Corbel" w:hAnsi="Corbel"/>
          <w:smallCaps w:val="0"/>
          <w:szCs w:val="24"/>
        </w:rPr>
        <w:t xml:space="preserve">4.2 </w:t>
      </w:r>
      <w:r w:rsidR="0085747A" w:rsidRPr="009E32DA">
        <w:rPr>
          <w:rFonts w:ascii="Corbel" w:hAnsi="Corbel"/>
          <w:smallCaps w:val="0"/>
          <w:szCs w:val="24"/>
        </w:rPr>
        <w:t>Warunki zaliczenia przedmiotu (kryteria oceniania)</w:t>
      </w:r>
    </w:p>
    <w:p w14:paraId="5A2592F9" w14:textId="77777777" w:rsidR="00923D7D" w:rsidRPr="009E32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E32DA" w14:paraId="791F330D" w14:textId="77777777" w:rsidTr="432FEA62">
        <w:tc>
          <w:tcPr>
            <w:tcW w:w="9670" w:type="dxa"/>
          </w:tcPr>
          <w:p w14:paraId="6E843FD5" w14:textId="399BA4C4" w:rsidR="0085747A" w:rsidRPr="009E32DA" w:rsidRDefault="00550094" w:rsidP="00550094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E</w:t>
            </w:r>
            <w:r w:rsidR="5D92E2AA" w:rsidRPr="009E32DA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gzamin:</w:t>
            </w:r>
          </w:p>
          <w:p w14:paraId="6291C55D" w14:textId="77777777" w:rsidR="0085747A" w:rsidRPr="009E32DA" w:rsidRDefault="5D92E2AA" w:rsidP="00550094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9E32DA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9E32DA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</w:p>
          <w:p w14:paraId="0D4D6BB6" w14:textId="77777777" w:rsidR="0085747A" w:rsidRPr="009E32DA" w:rsidRDefault="216800B4" w:rsidP="00550094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</w:p>
          <w:p w14:paraId="6E29E04F" w14:textId="77777777" w:rsidR="0085747A" w:rsidRPr="009E32DA" w:rsidRDefault="5D92E2AA" w:rsidP="00550094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</w:p>
          <w:p w14:paraId="578F2392" w14:textId="77777777" w:rsidR="0085747A" w:rsidRPr="009E32DA" w:rsidRDefault="005A6A40" w:rsidP="00550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5,0</w:t>
            </w:r>
            <w:r w:rsidR="5D92E2AA"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29546F08" w14:textId="77777777" w:rsidR="0085747A" w:rsidRPr="009E32DA" w:rsidRDefault="005A6A40" w:rsidP="00550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4,5</w:t>
            </w:r>
            <w:r w:rsidR="5D92E2AA"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27345B54" w14:textId="77777777" w:rsidR="0085747A" w:rsidRPr="009E32DA" w:rsidRDefault="005A6A40" w:rsidP="00550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4,0</w:t>
            </w:r>
            <w:r w:rsidR="216800B4"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– 70 – 80%, </w:t>
            </w:r>
          </w:p>
          <w:p w14:paraId="1EA05BB1" w14:textId="77777777" w:rsidR="0085747A" w:rsidRPr="009E32DA" w:rsidRDefault="005A6A40" w:rsidP="00550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3,5</w:t>
            </w:r>
            <w:r w:rsidR="5D92E2AA"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08EA554B" w14:textId="77777777" w:rsidR="0085747A" w:rsidRPr="009E32DA" w:rsidRDefault="005A6A40" w:rsidP="00550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3,0</w:t>
            </w:r>
            <w:r w:rsidR="5D92E2AA"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6CEAAFDC" w14:textId="5C24DD41" w:rsidR="0085747A" w:rsidRPr="009E32DA" w:rsidRDefault="005A6A40" w:rsidP="00550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2,0</w:t>
            </w:r>
            <w:r w:rsidR="5D92E2AA" w:rsidRPr="009E32D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- poniżej 50 %. </w:t>
            </w:r>
          </w:p>
          <w:p w14:paraId="0269715A" w14:textId="230CC21B" w:rsidR="0085747A" w:rsidRPr="009E32DA" w:rsidRDefault="5D92E2AA" w:rsidP="00550094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Ćwiczenia</w:t>
            </w:r>
            <w:r w:rsidR="00550094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:</w:t>
            </w:r>
          </w:p>
          <w:p w14:paraId="718792FF" w14:textId="1AC34361" w:rsidR="0085747A" w:rsidRPr="009E32DA" w:rsidRDefault="007162D2" w:rsidP="00550094">
            <w:pPr>
              <w:spacing w:before="60" w:after="6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A48B3">
              <w:rPr>
                <w:rFonts w:ascii="Corbel" w:hAnsi="Corbel"/>
                <w:sz w:val="24"/>
                <w:szCs w:val="24"/>
              </w:rPr>
              <w:t xml:space="preserve">Warunkiem zaliczenia </w:t>
            </w:r>
            <w:r>
              <w:rPr>
                <w:rFonts w:ascii="Corbel" w:hAnsi="Corbel"/>
                <w:sz w:val="24"/>
                <w:szCs w:val="24"/>
              </w:rPr>
              <w:t xml:space="preserve">ćwiczeń </w:t>
            </w:r>
            <w:r w:rsidRPr="00FA48B3">
              <w:rPr>
                <w:rFonts w:ascii="Corbel" w:hAnsi="Corbel"/>
                <w:sz w:val="24"/>
                <w:szCs w:val="24"/>
              </w:rPr>
              <w:t>jest udział w przygotowaniu projektu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A48B3">
              <w:rPr>
                <w:rFonts w:ascii="Corbel" w:hAnsi="Corbel"/>
                <w:sz w:val="24"/>
                <w:szCs w:val="24"/>
              </w:rPr>
              <w:t xml:space="preserve"> Kryteria oceniania pracy projektowej: stopień udziału w projekcie, prawidłowość wykorzystanych metod i technik, kreatywność myślenia. Aktywność oraz obecność na zajęciach.</w:t>
            </w:r>
          </w:p>
        </w:tc>
      </w:tr>
    </w:tbl>
    <w:p w14:paraId="3CF661A6" w14:textId="77777777" w:rsidR="0085747A" w:rsidRPr="009E32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3E69B" w14:textId="77777777" w:rsidR="00550094" w:rsidRDefault="0055009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30CF4BF" w14:textId="5735023E" w:rsidR="009F4610" w:rsidRPr="009E32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E32D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E32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161C41" w14:textId="77777777" w:rsidR="0085747A" w:rsidRPr="009E32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E32DA" w14:paraId="405F0B19" w14:textId="77777777" w:rsidTr="00550094">
        <w:tc>
          <w:tcPr>
            <w:tcW w:w="5274" w:type="dxa"/>
            <w:vAlign w:val="center"/>
          </w:tcPr>
          <w:p w14:paraId="7246AD6C" w14:textId="77777777" w:rsidR="0085747A" w:rsidRPr="009E32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32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E32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E32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C77F0D6" w14:textId="77777777" w:rsidR="0085747A" w:rsidRPr="009E32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32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E32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E32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E32DA" w14:paraId="47CF40E7" w14:textId="77777777" w:rsidTr="00550094">
        <w:tc>
          <w:tcPr>
            <w:tcW w:w="5274" w:type="dxa"/>
          </w:tcPr>
          <w:p w14:paraId="19399141" w14:textId="57D58435" w:rsidR="0085747A" w:rsidRPr="009E32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6F5F058">
              <w:rPr>
                <w:rFonts w:ascii="Corbel" w:hAnsi="Corbel"/>
                <w:sz w:val="24"/>
                <w:szCs w:val="24"/>
              </w:rPr>
              <w:t>G</w:t>
            </w:r>
            <w:r w:rsidR="0085747A" w:rsidRPr="76F5F05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3D5E9EEA" w:rsidRPr="76F5F058">
              <w:rPr>
                <w:rFonts w:ascii="Corbel" w:hAnsi="Corbel"/>
                <w:sz w:val="24"/>
                <w:szCs w:val="24"/>
              </w:rPr>
              <w:t>z </w:t>
            </w:r>
            <w:r w:rsidR="6BB85CC3" w:rsidRPr="76F5F05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6F5F05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508635EA" w14:textId="77777777" w:rsidR="0085747A" w:rsidRPr="009E32DA" w:rsidRDefault="00033D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E32DA" w14:paraId="214D904A" w14:textId="77777777" w:rsidTr="00550094">
        <w:tc>
          <w:tcPr>
            <w:tcW w:w="5274" w:type="dxa"/>
          </w:tcPr>
          <w:p w14:paraId="74F9B129" w14:textId="77777777" w:rsidR="00C61DC5" w:rsidRPr="009E32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E32D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0E6A88" w14:textId="77777777" w:rsidR="00C61DC5" w:rsidRPr="009E32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0619A7F8" w14:textId="77777777" w:rsidR="00C61DC5" w:rsidRPr="009E32DA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1</w:t>
            </w:r>
            <w:r w:rsidR="00033D2F" w:rsidRPr="009E32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E32DA" w14:paraId="388A32E7" w14:textId="77777777" w:rsidTr="00550094">
        <w:tc>
          <w:tcPr>
            <w:tcW w:w="5274" w:type="dxa"/>
          </w:tcPr>
          <w:p w14:paraId="37A52D64" w14:textId="77777777" w:rsidR="0071620A" w:rsidRPr="009E32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E32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E32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CB2C3E" w14:textId="77777777" w:rsidR="00C61DC5" w:rsidRPr="009E32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B6D3B56" w14:textId="77777777" w:rsidR="00C61DC5" w:rsidRPr="009E32DA" w:rsidRDefault="003076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6</w:t>
            </w:r>
            <w:r w:rsidR="00110896" w:rsidRPr="009E32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E32DA" w14:paraId="60C00276" w14:textId="77777777" w:rsidTr="00550094">
        <w:trPr>
          <w:trHeight w:val="337"/>
        </w:trPr>
        <w:tc>
          <w:tcPr>
            <w:tcW w:w="5274" w:type="dxa"/>
          </w:tcPr>
          <w:p w14:paraId="28CF8789" w14:textId="77777777" w:rsidR="0085747A" w:rsidRPr="009E32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C8F4E6A" w14:textId="77777777" w:rsidR="0085747A" w:rsidRPr="009E32DA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1</w:t>
            </w:r>
            <w:r w:rsidR="00F74639" w:rsidRPr="009E32DA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E32DA" w14:paraId="586BB45A" w14:textId="77777777" w:rsidTr="00550094">
        <w:trPr>
          <w:trHeight w:val="338"/>
        </w:trPr>
        <w:tc>
          <w:tcPr>
            <w:tcW w:w="5274" w:type="dxa"/>
          </w:tcPr>
          <w:p w14:paraId="412B4D6C" w14:textId="77777777" w:rsidR="0085747A" w:rsidRPr="009E32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E32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545F8EF" w14:textId="77777777" w:rsidR="0085747A" w:rsidRPr="009E32DA" w:rsidRDefault="004E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2D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F2BE22" w14:textId="77777777" w:rsidR="0085747A" w:rsidRPr="009E32DA" w:rsidRDefault="00923D7D" w:rsidP="0055009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E32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E32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74E53D" w14:textId="77777777" w:rsidR="003E1941" w:rsidRPr="009E32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EF00D" w14:textId="52939ADD" w:rsidR="00550094" w:rsidRDefault="0071620A" w:rsidP="00550094">
      <w:pPr>
        <w:pStyle w:val="Punktygwne"/>
        <w:spacing w:before="0" w:after="0"/>
        <w:rPr>
          <w:rFonts w:ascii="Corbel" w:hAnsi="Corbel"/>
          <w:smallCaps w:val="0"/>
        </w:rPr>
      </w:pPr>
      <w:r w:rsidRPr="76F5F058">
        <w:rPr>
          <w:rFonts w:ascii="Corbel" w:hAnsi="Corbel"/>
          <w:smallCaps w:val="0"/>
        </w:rPr>
        <w:t xml:space="preserve">6. </w:t>
      </w:r>
      <w:r w:rsidR="0085747A" w:rsidRPr="76F5F058">
        <w:rPr>
          <w:rFonts w:ascii="Corbel" w:hAnsi="Corbel"/>
          <w:smallCaps w:val="0"/>
        </w:rPr>
        <w:t>PRAKTYKI ZAWO</w:t>
      </w:r>
      <w:r w:rsidR="009D3F3B" w:rsidRPr="76F5F058">
        <w:rPr>
          <w:rFonts w:ascii="Corbel" w:hAnsi="Corbel"/>
          <w:smallCaps w:val="0"/>
        </w:rPr>
        <w:t>DOWE W RAMACH PRZEDMIOTU</w:t>
      </w:r>
    </w:p>
    <w:p w14:paraId="0297DA63" w14:textId="77777777" w:rsidR="00550094" w:rsidRPr="009C54AE" w:rsidRDefault="00550094" w:rsidP="005500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550094" w:rsidRPr="009C54AE" w14:paraId="2E2B43A4" w14:textId="77777777" w:rsidTr="00050BA0">
        <w:trPr>
          <w:trHeight w:val="397"/>
        </w:trPr>
        <w:tc>
          <w:tcPr>
            <w:tcW w:w="3998" w:type="dxa"/>
          </w:tcPr>
          <w:p w14:paraId="1D0BDD3E" w14:textId="77777777" w:rsidR="00550094" w:rsidRPr="009C54AE" w:rsidRDefault="00550094" w:rsidP="00050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6B33680A" w14:textId="77777777" w:rsidR="00550094" w:rsidRPr="009C54AE" w:rsidRDefault="00550094" w:rsidP="00050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CB3DB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550094" w:rsidRPr="009C54AE" w14:paraId="001BB152" w14:textId="77777777" w:rsidTr="00050BA0">
        <w:trPr>
          <w:trHeight w:val="397"/>
        </w:trPr>
        <w:tc>
          <w:tcPr>
            <w:tcW w:w="3998" w:type="dxa"/>
          </w:tcPr>
          <w:p w14:paraId="4CCEB5BB" w14:textId="77777777" w:rsidR="00550094" w:rsidRPr="009C54AE" w:rsidRDefault="00550094" w:rsidP="00050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311EA7E4" w14:textId="77777777" w:rsidR="00550094" w:rsidRPr="009C54AE" w:rsidRDefault="00550094" w:rsidP="00050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4CB3DB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16E41F3" w14:textId="77777777" w:rsidR="00550094" w:rsidRPr="009C54AE" w:rsidRDefault="00550094" w:rsidP="005500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59CD59" w14:textId="77777777" w:rsidR="003E1941" w:rsidRPr="009E32DA" w:rsidRDefault="003E1941" w:rsidP="005500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D5840" w14:textId="77777777" w:rsidR="00550094" w:rsidRDefault="00550094" w:rsidP="0055009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054F607A" w14:textId="77777777" w:rsidR="00550094" w:rsidRDefault="00550094" w:rsidP="005500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50094" w14:paraId="57C1F4ED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4D7E6" w14:textId="77777777" w:rsidR="00550094" w:rsidRDefault="00550094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34B7981" w14:textId="77777777" w:rsidR="00550094" w:rsidRDefault="00550094" w:rsidP="00550094">
            <w:pPr>
              <w:pStyle w:val="Punktygwne"/>
              <w:numPr>
                <w:ilvl w:val="0"/>
                <w:numId w:val="4"/>
              </w:numPr>
              <w:spacing w:before="120" w:after="0"/>
              <w:ind w:left="339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Dziemianowicz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Szmigiel-Rawska, P. Nowicka, A. Dąbrowska,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14:paraId="318139BC" w14:textId="77777777" w:rsidR="00550094" w:rsidRDefault="00550094" w:rsidP="00550094">
            <w:pPr>
              <w:pStyle w:val="Punktygwne"/>
              <w:numPr>
                <w:ilvl w:val="0"/>
                <w:numId w:val="4"/>
              </w:numPr>
              <w:spacing w:before="120" w:after="0"/>
              <w:ind w:left="339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Wlażlak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regionalny jako zadanie administracji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 Warszawa 2010</w:t>
            </w:r>
          </w:p>
          <w:p w14:paraId="45909C1E" w14:textId="77777777" w:rsidR="00550094" w:rsidRDefault="00550094" w:rsidP="00550094">
            <w:pPr>
              <w:pStyle w:val="Punktygwne"/>
              <w:numPr>
                <w:ilvl w:val="0"/>
                <w:numId w:val="4"/>
              </w:numPr>
              <w:spacing w:before="120" w:after="120"/>
              <w:ind w:left="339" w:hanging="294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J. Górniak, S. Mazur,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Zarządzanie strategiczne rozwojem</w:t>
            </w:r>
            <w:r>
              <w:rPr>
                <w:rFonts w:ascii="Corbel" w:hAnsi="Corbel"/>
                <w:b w:val="0"/>
                <w:smallCaps w:val="0"/>
              </w:rPr>
              <w:t>, Ministerstwo Rozwoju Regionalnego Warszawa 2012</w:t>
            </w:r>
          </w:p>
        </w:tc>
      </w:tr>
      <w:tr w:rsidR="00550094" w14:paraId="0D30B525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139F" w14:textId="77777777" w:rsidR="00550094" w:rsidRDefault="00550094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0A38756" w14:textId="77777777" w:rsidR="00550094" w:rsidRDefault="00550094" w:rsidP="00550094">
            <w:pPr>
              <w:pStyle w:val="Punktygwne"/>
              <w:numPr>
                <w:ilvl w:val="0"/>
                <w:numId w:val="5"/>
              </w:numPr>
              <w:spacing w:before="120" w:after="0"/>
              <w:ind w:left="339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</w:p>
          <w:p w14:paraId="2C8BE082" w14:textId="77777777" w:rsidR="00550094" w:rsidRDefault="00550094" w:rsidP="00550094">
            <w:pPr>
              <w:pStyle w:val="Punktygwne"/>
              <w:numPr>
                <w:ilvl w:val="0"/>
                <w:numId w:val="5"/>
              </w:numPr>
              <w:spacing w:before="120" w:after="120"/>
              <w:ind w:left="340" w:hanging="295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A. Barczewska-Dziobek,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Zagadnienia proceduralne w zakresie planowania rozwoju regionalnego i ich realizacja na przykładzie województwa podkarpackiego,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w: „Rozwój regionalny - instrumenty realizacji i rola samorządu województwa „, red. nauk. Mirosław Stec, Kazimierz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Bandarzewski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, Wolters Kluwer, Warszawa 2015, s. 135-150.</w:t>
            </w:r>
          </w:p>
        </w:tc>
      </w:tr>
    </w:tbl>
    <w:p w14:paraId="20A1FEB8" w14:textId="77777777" w:rsidR="00550094" w:rsidRDefault="00550094" w:rsidP="005500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B5AE1E" w14:textId="77777777" w:rsidR="00550094" w:rsidRDefault="00550094" w:rsidP="0055009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A6F75C6" w14:textId="77777777" w:rsidR="00550094" w:rsidRPr="009E32DA" w:rsidRDefault="00550094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550094" w:rsidRPr="009E32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F8A25" w14:textId="77777777" w:rsidR="007C3F75" w:rsidRDefault="007C3F75" w:rsidP="00C16ABF">
      <w:pPr>
        <w:spacing w:after="0" w:line="240" w:lineRule="auto"/>
      </w:pPr>
      <w:r>
        <w:separator/>
      </w:r>
    </w:p>
  </w:endnote>
  <w:endnote w:type="continuationSeparator" w:id="0">
    <w:p w14:paraId="2C620EB4" w14:textId="77777777" w:rsidR="007C3F75" w:rsidRDefault="007C3F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B75E2" w14:textId="77777777" w:rsidR="007C3F75" w:rsidRDefault="007C3F75" w:rsidP="00C16ABF">
      <w:pPr>
        <w:spacing w:after="0" w:line="240" w:lineRule="auto"/>
      </w:pPr>
      <w:r>
        <w:separator/>
      </w:r>
    </w:p>
  </w:footnote>
  <w:footnote w:type="continuationSeparator" w:id="0">
    <w:p w14:paraId="68BCD530" w14:textId="77777777" w:rsidR="007C3F75" w:rsidRDefault="007C3F75" w:rsidP="00C16ABF">
      <w:pPr>
        <w:spacing w:after="0" w:line="240" w:lineRule="auto"/>
      </w:pPr>
      <w:r>
        <w:continuationSeparator/>
      </w:r>
    </w:p>
  </w:footnote>
  <w:footnote w:id="1">
    <w:p w14:paraId="58B8D20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103223">
    <w:abstractNumId w:val="0"/>
  </w:num>
  <w:num w:numId="2" w16cid:durableId="1725180413">
    <w:abstractNumId w:val="2"/>
  </w:num>
  <w:num w:numId="3" w16cid:durableId="1302543337">
    <w:abstractNumId w:val="1"/>
  </w:num>
  <w:num w:numId="4" w16cid:durableId="825440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9457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637"/>
    <w:rsid w:val="000077B4"/>
    <w:rsid w:val="000116DA"/>
    <w:rsid w:val="00015B8F"/>
    <w:rsid w:val="00022ECE"/>
    <w:rsid w:val="00027A0E"/>
    <w:rsid w:val="00032BA6"/>
    <w:rsid w:val="00033D2F"/>
    <w:rsid w:val="0003674D"/>
    <w:rsid w:val="0004015C"/>
    <w:rsid w:val="00042A51"/>
    <w:rsid w:val="00042D2E"/>
    <w:rsid w:val="00044061"/>
    <w:rsid w:val="00044538"/>
    <w:rsid w:val="00044C82"/>
    <w:rsid w:val="00070ED6"/>
    <w:rsid w:val="00071105"/>
    <w:rsid w:val="000742DC"/>
    <w:rsid w:val="00084C12"/>
    <w:rsid w:val="000878A3"/>
    <w:rsid w:val="0009462C"/>
    <w:rsid w:val="00094B12"/>
    <w:rsid w:val="00094CFE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4F4E"/>
    <w:rsid w:val="000F1C57"/>
    <w:rsid w:val="000F5615"/>
    <w:rsid w:val="00101A83"/>
    <w:rsid w:val="00102111"/>
    <w:rsid w:val="00110896"/>
    <w:rsid w:val="00124BFF"/>
    <w:rsid w:val="0012560E"/>
    <w:rsid w:val="00127108"/>
    <w:rsid w:val="00134B13"/>
    <w:rsid w:val="0014611C"/>
    <w:rsid w:val="00146BC0"/>
    <w:rsid w:val="00153C41"/>
    <w:rsid w:val="00154381"/>
    <w:rsid w:val="001640A7"/>
    <w:rsid w:val="00164FA7"/>
    <w:rsid w:val="00166A03"/>
    <w:rsid w:val="001714DE"/>
    <w:rsid w:val="001718A7"/>
    <w:rsid w:val="001737CF"/>
    <w:rsid w:val="00176083"/>
    <w:rsid w:val="00176585"/>
    <w:rsid w:val="00177FDB"/>
    <w:rsid w:val="00192F37"/>
    <w:rsid w:val="00196867"/>
    <w:rsid w:val="001968C5"/>
    <w:rsid w:val="001A1AE0"/>
    <w:rsid w:val="001A70D2"/>
    <w:rsid w:val="001B2AC8"/>
    <w:rsid w:val="001B2BB8"/>
    <w:rsid w:val="001D657B"/>
    <w:rsid w:val="001D7B54"/>
    <w:rsid w:val="001E0209"/>
    <w:rsid w:val="001F2CA2"/>
    <w:rsid w:val="002144C0"/>
    <w:rsid w:val="0022477D"/>
    <w:rsid w:val="002278A9"/>
    <w:rsid w:val="002336F9"/>
    <w:rsid w:val="00235362"/>
    <w:rsid w:val="0023751E"/>
    <w:rsid w:val="0024028F"/>
    <w:rsid w:val="00244ABC"/>
    <w:rsid w:val="00253541"/>
    <w:rsid w:val="0025575A"/>
    <w:rsid w:val="002644CA"/>
    <w:rsid w:val="00281FF2"/>
    <w:rsid w:val="002857DE"/>
    <w:rsid w:val="00291567"/>
    <w:rsid w:val="00299156"/>
    <w:rsid w:val="002A229C"/>
    <w:rsid w:val="002A22BF"/>
    <w:rsid w:val="002A2389"/>
    <w:rsid w:val="002A3DD5"/>
    <w:rsid w:val="002A671D"/>
    <w:rsid w:val="002A729E"/>
    <w:rsid w:val="002B4D55"/>
    <w:rsid w:val="002B5EA0"/>
    <w:rsid w:val="002B6119"/>
    <w:rsid w:val="002C1F06"/>
    <w:rsid w:val="002C30D7"/>
    <w:rsid w:val="002D2839"/>
    <w:rsid w:val="002D3375"/>
    <w:rsid w:val="002D4F06"/>
    <w:rsid w:val="002D73D4"/>
    <w:rsid w:val="002F02A3"/>
    <w:rsid w:val="002F4ABE"/>
    <w:rsid w:val="00300D20"/>
    <w:rsid w:val="003018BA"/>
    <w:rsid w:val="0030395F"/>
    <w:rsid w:val="00305C92"/>
    <w:rsid w:val="0030760C"/>
    <w:rsid w:val="003151C5"/>
    <w:rsid w:val="0033321A"/>
    <w:rsid w:val="003343CF"/>
    <w:rsid w:val="00335484"/>
    <w:rsid w:val="00346FE9"/>
    <w:rsid w:val="0034759A"/>
    <w:rsid w:val="003503F6"/>
    <w:rsid w:val="003530DD"/>
    <w:rsid w:val="00363F78"/>
    <w:rsid w:val="00386931"/>
    <w:rsid w:val="00396B9E"/>
    <w:rsid w:val="00397DB2"/>
    <w:rsid w:val="003A090B"/>
    <w:rsid w:val="003A0A5B"/>
    <w:rsid w:val="003A1176"/>
    <w:rsid w:val="003B448C"/>
    <w:rsid w:val="003C0BAE"/>
    <w:rsid w:val="003D18A9"/>
    <w:rsid w:val="003D23F8"/>
    <w:rsid w:val="003D6CE2"/>
    <w:rsid w:val="003E1941"/>
    <w:rsid w:val="003E2FE6"/>
    <w:rsid w:val="003E489D"/>
    <w:rsid w:val="003E49D5"/>
    <w:rsid w:val="003F205D"/>
    <w:rsid w:val="003F38C0"/>
    <w:rsid w:val="003F4633"/>
    <w:rsid w:val="00406C5A"/>
    <w:rsid w:val="00414E3C"/>
    <w:rsid w:val="0042244A"/>
    <w:rsid w:val="004237E4"/>
    <w:rsid w:val="0042745A"/>
    <w:rsid w:val="00427A85"/>
    <w:rsid w:val="004305D6"/>
    <w:rsid w:val="00431D5C"/>
    <w:rsid w:val="004335C5"/>
    <w:rsid w:val="004362C6"/>
    <w:rsid w:val="00436D08"/>
    <w:rsid w:val="00437FA2"/>
    <w:rsid w:val="00443927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873E9"/>
    <w:rsid w:val="00490F7D"/>
    <w:rsid w:val="00491678"/>
    <w:rsid w:val="00496780"/>
    <w:rsid w:val="004968E2"/>
    <w:rsid w:val="004A3EEA"/>
    <w:rsid w:val="004A4D1F"/>
    <w:rsid w:val="004C6787"/>
    <w:rsid w:val="004D13B8"/>
    <w:rsid w:val="004D1FB4"/>
    <w:rsid w:val="004D5282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44CA6"/>
    <w:rsid w:val="00550094"/>
    <w:rsid w:val="00552461"/>
    <w:rsid w:val="00552E35"/>
    <w:rsid w:val="005635B1"/>
    <w:rsid w:val="00563B90"/>
    <w:rsid w:val="00565A31"/>
    <w:rsid w:val="00565E89"/>
    <w:rsid w:val="0056696D"/>
    <w:rsid w:val="00570E20"/>
    <w:rsid w:val="0058641A"/>
    <w:rsid w:val="0059484D"/>
    <w:rsid w:val="0059702E"/>
    <w:rsid w:val="005A0855"/>
    <w:rsid w:val="005A133C"/>
    <w:rsid w:val="005A3196"/>
    <w:rsid w:val="005A6A40"/>
    <w:rsid w:val="005C080F"/>
    <w:rsid w:val="005C3815"/>
    <w:rsid w:val="005C55E5"/>
    <w:rsid w:val="005C696A"/>
    <w:rsid w:val="005C7657"/>
    <w:rsid w:val="005E337A"/>
    <w:rsid w:val="005E6E85"/>
    <w:rsid w:val="005F31D2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460A"/>
    <w:rsid w:val="00687D91"/>
    <w:rsid w:val="00696477"/>
    <w:rsid w:val="006A31C1"/>
    <w:rsid w:val="006A355D"/>
    <w:rsid w:val="006D050F"/>
    <w:rsid w:val="006D6139"/>
    <w:rsid w:val="006D71DC"/>
    <w:rsid w:val="006E5D65"/>
    <w:rsid w:val="006F1282"/>
    <w:rsid w:val="006F1FBC"/>
    <w:rsid w:val="006F2AF8"/>
    <w:rsid w:val="006F31E2"/>
    <w:rsid w:val="00706544"/>
    <w:rsid w:val="007072BA"/>
    <w:rsid w:val="0071620A"/>
    <w:rsid w:val="007162D2"/>
    <w:rsid w:val="00724677"/>
    <w:rsid w:val="00725459"/>
    <w:rsid w:val="007256F5"/>
    <w:rsid w:val="007327BD"/>
    <w:rsid w:val="00734608"/>
    <w:rsid w:val="0073717E"/>
    <w:rsid w:val="00745302"/>
    <w:rsid w:val="007461D6"/>
    <w:rsid w:val="00746EC8"/>
    <w:rsid w:val="00763BF1"/>
    <w:rsid w:val="00766FD4"/>
    <w:rsid w:val="0078168C"/>
    <w:rsid w:val="00783F38"/>
    <w:rsid w:val="00787C2A"/>
    <w:rsid w:val="00790E27"/>
    <w:rsid w:val="00794BAB"/>
    <w:rsid w:val="007A3025"/>
    <w:rsid w:val="007A4022"/>
    <w:rsid w:val="007A6E6E"/>
    <w:rsid w:val="007C3299"/>
    <w:rsid w:val="007C3BCC"/>
    <w:rsid w:val="007C3F75"/>
    <w:rsid w:val="007C4546"/>
    <w:rsid w:val="007C6FA4"/>
    <w:rsid w:val="007D6E56"/>
    <w:rsid w:val="007F39E8"/>
    <w:rsid w:val="007F4155"/>
    <w:rsid w:val="00804579"/>
    <w:rsid w:val="0081554D"/>
    <w:rsid w:val="0081707E"/>
    <w:rsid w:val="0083334B"/>
    <w:rsid w:val="008449B3"/>
    <w:rsid w:val="008552A2"/>
    <w:rsid w:val="0085747A"/>
    <w:rsid w:val="00884922"/>
    <w:rsid w:val="00885F64"/>
    <w:rsid w:val="008917F9"/>
    <w:rsid w:val="008932FF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D50AC"/>
    <w:rsid w:val="008E64F4"/>
    <w:rsid w:val="008F12C9"/>
    <w:rsid w:val="008F6E29"/>
    <w:rsid w:val="009126D2"/>
    <w:rsid w:val="00916188"/>
    <w:rsid w:val="00923D7D"/>
    <w:rsid w:val="009309BC"/>
    <w:rsid w:val="009508DF"/>
    <w:rsid w:val="00950DAC"/>
    <w:rsid w:val="00954A07"/>
    <w:rsid w:val="009762C6"/>
    <w:rsid w:val="00997F14"/>
    <w:rsid w:val="009A78D9"/>
    <w:rsid w:val="009B1575"/>
    <w:rsid w:val="009B18D8"/>
    <w:rsid w:val="009B66C1"/>
    <w:rsid w:val="009C0FFC"/>
    <w:rsid w:val="009C3E31"/>
    <w:rsid w:val="009C54AE"/>
    <w:rsid w:val="009C59AC"/>
    <w:rsid w:val="009C788E"/>
    <w:rsid w:val="009D1B1B"/>
    <w:rsid w:val="009D1DBA"/>
    <w:rsid w:val="009D3F3B"/>
    <w:rsid w:val="009E0543"/>
    <w:rsid w:val="009E1531"/>
    <w:rsid w:val="009E32DA"/>
    <w:rsid w:val="009E3B41"/>
    <w:rsid w:val="009E3C82"/>
    <w:rsid w:val="009F3C5C"/>
    <w:rsid w:val="009F4610"/>
    <w:rsid w:val="009F7F6B"/>
    <w:rsid w:val="00A00ECC"/>
    <w:rsid w:val="00A155EE"/>
    <w:rsid w:val="00A2245B"/>
    <w:rsid w:val="00A24E0B"/>
    <w:rsid w:val="00A30110"/>
    <w:rsid w:val="00A36899"/>
    <w:rsid w:val="00A371F6"/>
    <w:rsid w:val="00A43BF6"/>
    <w:rsid w:val="00A5146A"/>
    <w:rsid w:val="00A53ADF"/>
    <w:rsid w:val="00A53FA5"/>
    <w:rsid w:val="00A54817"/>
    <w:rsid w:val="00A56C7D"/>
    <w:rsid w:val="00A601C8"/>
    <w:rsid w:val="00A60799"/>
    <w:rsid w:val="00A64FC7"/>
    <w:rsid w:val="00A67744"/>
    <w:rsid w:val="00A811BB"/>
    <w:rsid w:val="00A84C85"/>
    <w:rsid w:val="00A91CED"/>
    <w:rsid w:val="00A97DE1"/>
    <w:rsid w:val="00AA5F0E"/>
    <w:rsid w:val="00AB053C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6142"/>
    <w:rsid w:val="00B135B1"/>
    <w:rsid w:val="00B13EBE"/>
    <w:rsid w:val="00B148BA"/>
    <w:rsid w:val="00B3130B"/>
    <w:rsid w:val="00B40ADB"/>
    <w:rsid w:val="00B43B77"/>
    <w:rsid w:val="00B43E80"/>
    <w:rsid w:val="00B55915"/>
    <w:rsid w:val="00B607DB"/>
    <w:rsid w:val="00B64B95"/>
    <w:rsid w:val="00B66529"/>
    <w:rsid w:val="00B6714B"/>
    <w:rsid w:val="00B75946"/>
    <w:rsid w:val="00B8056E"/>
    <w:rsid w:val="00B819C8"/>
    <w:rsid w:val="00B82308"/>
    <w:rsid w:val="00B837A2"/>
    <w:rsid w:val="00B90885"/>
    <w:rsid w:val="00B9587A"/>
    <w:rsid w:val="00B9746E"/>
    <w:rsid w:val="00BB520A"/>
    <w:rsid w:val="00BD1D9C"/>
    <w:rsid w:val="00BD3869"/>
    <w:rsid w:val="00BD66E9"/>
    <w:rsid w:val="00BD6FF4"/>
    <w:rsid w:val="00BF2C41"/>
    <w:rsid w:val="00C049B2"/>
    <w:rsid w:val="00C058B4"/>
    <w:rsid w:val="00C05F44"/>
    <w:rsid w:val="00C131B5"/>
    <w:rsid w:val="00C14C4F"/>
    <w:rsid w:val="00C16ABF"/>
    <w:rsid w:val="00C170AE"/>
    <w:rsid w:val="00C2018D"/>
    <w:rsid w:val="00C26CB7"/>
    <w:rsid w:val="00C324C1"/>
    <w:rsid w:val="00C36992"/>
    <w:rsid w:val="00C372E3"/>
    <w:rsid w:val="00C373B5"/>
    <w:rsid w:val="00C50F6B"/>
    <w:rsid w:val="00C56036"/>
    <w:rsid w:val="00C61DC5"/>
    <w:rsid w:val="00C67E92"/>
    <w:rsid w:val="00C70A26"/>
    <w:rsid w:val="00C766DF"/>
    <w:rsid w:val="00C82893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2B25"/>
    <w:rsid w:val="00D02EBA"/>
    <w:rsid w:val="00D17C3C"/>
    <w:rsid w:val="00D20863"/>
    <w:rsid w:val="00D26B2C"/>
    <w:rsid w:val="00D32C52"/>
    <w:rsid w:val="00D352C9"/>
    <w:rsid w:val="00D425B2"/>
    <w:rsid w:val="00D428D6"/>
    <w:rsid w:val="00D533A1"/>
    <w:rsid w:val="00D552B2"/>
    <w:rsid w:val="00D608D1"/>
    <w:rsid w:val="00D74119"/>
    <w:rsid w:val="00D8075B"/>
    <w:rsid w:val="00D8678B"/>
    <w:rsid w:val="00DA2114"/>
    <w:rsid w:val="00DB6B5B"/>
    <w:rsid w:val="00DC0F9F"/>
    <w:rsid w:val="00DC6E20"/>
    <w:rsid w:val="00DE09C0"/>
    <w:rsid w:val="00DE43C3"/>
    <w:rsid w:val="00DE4A14"/>
    <w:rsid w:val="00DF320D"/>
    <w:rsid w:val="00DF70BC"/>
    <w:rsid w:val="00DF71C8"/>
    <w:rsid w:val="00E129B8"/>
    <w:rsid w:val="00E21E7D"/>
    <w:rsid w:val="00E22FBC"/>
    <w:rsid w:val="00E24BF5"/>
    <w:rsid w:val="00E25338"/>
    <w:rsid w:val="00E320B3"/>
    <w:rsid w:val="00E40119"/>
    <w:rsid w:val="00E457AE"/>
    <w:rsid w:val="00E51E44"/>
    <w:rsid w:val="00E55EE3"/>
    <w:rsid w:val="00E63348"/>
    <w:rsid w:val="00E742AA"/>
    <w:rsid w:val="00E7454D"/>
    <w:rsid w:val="00E75102"/>
    <w:rsid w:val="00E77E88"/>
    <w:rsid w:val="00E80636"/>
    <w:rsid w:val="00E8107D"/>
    <w:rsid w:val="00E85429"/>
    <w:rsid w:val="00E960BB"/>
    <w:rsid w:val="00EA2074"/>
    <w:rsid w:val="00EA477A"/>
    <w:rsid w:val="00EA4832"/>
    <w:rsid w:val="00EA4E9D"/>
    <w:rsid w:val="00EA5588"/>
    <w:rsid w:val="00EC4899"/>
    <w:rsid w:val="00ED03AB"/>
    <w:rsid w:val="00ED1085"/>
    <w:rsid w:val="00ED32D2"/>
    <w:rsid w:val="00ED334C"/>
    <w:rsid w:val="00EE0062"/>
    <w:rsid w:val="00EE32DE"/>
    <w:rsid w:val="00EE5457"/>
    <w:rsid w:val="00EF009B"/>
    <w:rsid w:val="00EF7F47"/>
    <w:rsid w:val="00F070AB"/>
    <w:rsid w:val="00F17567"/>
    <w:rsid w:val="00F26BE3"/>
    <w:rsid w:val="00F27A7B"/>
    <w:rsid w:val="00F42C66"/>
    <w:rsid w:val="00F526AF"/>
    <w:rsid w:val="00F617C3"/>
    <w:rsid w:val="00F7066B"/>
    <w:rsid w:val="00F74639"/>
    <w:rsid w:val="00F81D8A"/>
    <w:rsid w:val="00F83B28"/>
    <w:rsid w:val="00F86EE9"/>
    <w:rsid w:val="00F877AB"/>
    <w:rsid w:val="00F9155C"/>
    <w:rsid w:val="00F974DA"/>
    <w:rsid w:val="00FA46E5"/>
    <w:rsid w:val="00FB7DBA"/>
    <w:rsid w:val="00FC11A9"/>
    <w:rsid w:val="00FC1C25"/>
    <w:rsid w:val="00FC3F45"/>
    <w:rsid w:val="00FD1D5E"/>
    <w:rsid w:val="00FD503F"/>
    <w:rsid w:val="00FD7589"/>
    <w:rsid w:val="00FF016A"/>
    <w:rsid w:val="00FF1401"/>
    <w:rsid w:val="00FF5E7D"/>
    <w:rsid w:val="03B33C07"/>
    <w:rsid w:val="05634FC2"/>
    <w:rsid w:val="05711193"/>
    <w:rsid w:val="08A91732"/>
    <w:rsid w:val="0CCC4E05"/>
    <w:rsid w:val="0D97735E"/>
    <w:rsid w:val="0FBBEEAF"/>
    <w:rsid w:val="15620CE2"/>
    <w:rsid w:val="15A9F0D3"/>
    <w:rsid w:val="16FDDD43"/>
    <w:rsid w:val="17E3AA26"/>
    <w:rsid w:val="18168A1E"/>
    <w:rsid w:val="197F7A87"/>
    <w:rsid w:val="1CF3B378"/>
    <w:rsid w:val="1D1C55EF"/>
    <w:rsid w:val="1D1CD281"/>
    <w:rsid w:val="1F67F092"/>
    <w:rsid w:val="216800B4"/>
    <w:rsid w:val="24113EF5"/>
    <w:rsid w:val="2703EEB1"/>
    <w:rsid w:val="2FEBDA37"/>
    <w:rsid w:val="316665BA"/>
    <w:rsid w:val="32D69D59"/>
    <w:rsid w:val="37A7B1ED"/>
    <w:rsid w:val="38746312"/>
    <w:rsid w:val="3C8558C9"/>
    <w:rsid w:val="3D5E9EEA"/>
    <w:rsid w:val="432160C1"/>
    <w:rsid w:val="432FEA62"/>
    <w:rsid w:val="490844E0"/>
    <w:rsid w:val="4E414969"/>
    <w:rsid w:val="514911BD"/>
    <w:rsid w:val="51EC3F79"/>
    <w:rsid w:val="551D5B52"/>
    <w:rsid w:val="558EE429"/>
    <w:rsid w:val="57CF0352"/>
    <w:rsid w:val="5D92E2AA"/>
    <w:rsid w:val="5DE8106C"/>
    <w:rsid w:val="62543ED4"/>
    <w:rsid w:val="64A5B346"/>
    <w:rsid w:val="6BB85CC3"/>
    <w:rsid w:val="6C73FE33"/>
    <w:rsid w:val="717268CF"/>
    <w:rsid w:val="72100EE7"/>
    <w:rsid w:val="742FD9A1"/>
    <w:rsid w:val="767D8776"/>
    <w:rsid w:val="76F5F058"/>
    <w:rsid w:val="78E19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05C6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786AE-1724-492B-AC8B-7449E006C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2025-10-16T09:38:00Z</cp:lastPrinted>
  <dcterms:created xsi:type="dcterms:W3CDTF">2023-09-11T14:55:00Z</dcterms:created>
  <dcterms:modified xsi:type="dcterms:W3CDTF">2025-11-20T12:54:00Z</dcterms:modified>
</cp:coreProperties>
</file>